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4F195" w14:textId="67697D7F" w:rsidR="00105FFB" w:rsidRPr="00105FFB" w:rsidRDefault="00105FFB" w:rsidP="00CA7862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  <w:lang w:val="it-IT"/>
        </w:rPr>
      </w:pPr>
      <w:r w:rsidRPr="00105FFB">
        <w:rPr>
          <w:rFonts w:ascii="Arial" w:eastAsia="Arial" w:hAnsi="Arial" w:cs="Arial"/>
          <w:b/>
          <w:sz w:val="24"/>
          <w:szCs w:val="24"/>
          <w:lang w:val="it-IT"/>
        </w:rPr>
        <w:t>JAGUAR CELEBRA IL 60° ANNIVERSARIO DELLA LEGGENDARIA BERLINA SPORTIVA MK</w:t>
      </w:r>
      <w:r w:rsidR="001B1B10">
        <w:rPr>
          <w:rFonts w:ascii="Arial" w:eastAsia="Arial" w:hAnsi="Arial" w:cs="Arial"/>
          <w:b/>
          <w:sz w:val="24"/>
          <w:szCs w:val="24"/>
          <w:lang w:val="it-IT"/>
        </w:rPr>
        <w:t xml:space="preserve"> </w:t>
      </w:r>
      <w:r w:rsidRPr="00105FFB">
        <w:rPr>
          <w:rFonts w:ascii="Arial" w:eastAsia="Arial" w:hAnsi="Arial" w:cs="Arial"/>
          <w:b/>
          <w:sz w:val="24"/>
          <w:szCs w:val="24"/>
          <w:lang w:val="it-IT"/>
        </w:rPr>
        <w:t xml:space="preserve">2 CON UN ESCLUSIVO SCATTO DEL FOTOGRAFO RANKIN </w:t>
      </w:r>
    </w:p>
    <w:p w14:paraId="0414C011" w14:textId="0608B3AD" w:rsidR="00105FFB" w:rsidRDefault="00105FFB" w:rsidP="00105FFB">
      <w:pPr>
        <w:jc w:val="center"/>
        <w:rPr>
          <w:rFonts w:ascii="Arial" w:eastAsia="Arial" w:hAnsi="Arial" w:cs="Arial"/>
          <w:b/>
        </w:rPr>
      </w:pPr>
      <w:r>
        <w:rPr>
          <w:noProof/>
          <w:lang w:val="it-IT" w:eastAsia="it-IT" w:bidi="ar-SA"/>
        </w:rPr>
        <w:drawing>
          <wp:inline distT="0" distB="0" distL="0" distR="0" wp14:anchorId="48508D1B" wp14:editId="3FC4252D">
            <wp:extent cx="3228975" cy="2423699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9306" cy="2446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904F9" w14:textId="3418A9C1" w:rsidR="00105FFB" w:rsidRPr="00105FFB" w:rsidRDefault="00105FFB" w:rsidP="00BB3D33">
      <w:pPr>
        <w:pStyle w:val="Paragrafoelenco"/>
        <w:numPr>
          <w:ilvl w:val="0"/>
          <w:numId w:val="39"/>
        </w:numPr>
        <w:spacing w:after="0" w:line="360" w:lineRule="auto"/>
        <w:ind w:left="426" w:hanging="357"/>
        <w:rPr>
          <w:rFonts w:ascii="Arial" w:hAnsi="Arial" w:cs="Arial"/>
          <w:bCs/>
          <w:lang w:val="it-IT"/>
        </w:rPr>
      </w:pPr>
      <w:r w:rsidRPr="00105FFB">
        <w:rPr>
          <w:rFonts w:ascii="Arial" w:hAnsi="Arial" w:cs="Arial"/>
          <w:bCs/>
          <w:lang w:val="it-IT"/>
        </w:rPr>
        <w:t xml:space="preserve">La Jaguar </w:t>
      </w:r>
      <w:proofErr w:type="spellStart"/>
      <w:r w:rsidRPr="00105FFB">
        <w:rPr>
          <w:rFonts w:ascii="Arial" w:hAnsi="Arial" w:cs="Arial"/>
          <w:bCs/>
          <w:lang w:val="it-IT"/>
        </w:rPr>
        <w:t>Mk</w:t>
      </w:r>
      <w:proofErr w:type="spellEnd"/>
      <w:r w:rsidRPr="00105FFB">
        <w:rPr>
          <w:rFonts w:ascii="Arial" w:hAnsi="Arial" w:cs="Arial"/>
          <w:bCs/>
          <w:lang w:val="it-IT"/>
        </w:rPr>
        <w:t xml:space="preserve"> 2, una delle più celebri auto britanniche di tutti i tempi, </w:t>
      </w:r>
      <w:r w:rsidR="008713FC">
        <w:rPr>
          <w:rFonts w:ascii="Arial" w:hAnsi="Arial" w:cs="Arial"/>
          <w:bCs/>
          <w:lang w:val="it-IT"/>
        </w:rPr>
        <w:t>festeggia</w:t>
      </w:r>
      <w:r w:rsidRPr="00105FFB">
        <w:rPr>
          <w:rFonts w:ascii="Arial" w:hAnsi="Arial" w:cs="Arial"/>
          <w:bCs/>
          <w:lang w:val="it-IT"/>
        </w:rPr>
        <w:t xml:space="preserve"> quest’anno il suo 60° anniversario</w:t>
      </w:r>
      <w:r w:rsidR="00CA7862">
        <w:rPr>
          <w:rFonts w:ascii="Arial" w:hAnsi="Arial" w:cs="Arial"/>
          <w:bCs/>
          <w:lang w:val="it-IT"/>
        </w:rPr>
        <w:t>.</w:t>
      </w:r>
    </w:p>
    <w:p w14:paraId="79E09228" w14:textId="31350FAE" w:rsidR="00105FFB" w:rsidRPr="00105FFB" w:rsidRDefault="00105FFB" w:rsidP="00BB3D33">
      <w:pPr>
        <w:pStyle w:val="Paragrafoelenco"/>
        <w:numPr>
          <w:ilvl w:val="0"/>
          <w:numId w:val="39"/>
        </w:numPr>
        <w:spacing w:after="0" w:line="360" w:lineRule="auto"/>
        <w:ind w:left="426" w:hanging="357"/>
        <w:rPr>
          <w:rFonts w:ascii="Arial" w:eastAsia="Arial" w:hAnsi="Arial" w:cs="Arial"/>
          <w:bCs/>
          <w:lang w:val="it-IT"/>
        </w:rPr>
      </w:pPr>
      <w:r w:rsidRPr="00105FFB">
        <w:rPr>
          <w:rFonts w:ascii="Arial" w:hAnsi="Arial" w:cs="Arial"/>
          <w:bCs/>
          <w:lang w:val="it-IT"/>
        </w:rPr>
        <w:t xml:space="preserve">“Rooms by </w:t>
      </w:r>
      <w:proofErr w:type="spellStart"/>
      <w:r w:rsidRPr="00105FFB">
        <w:rPr>
          <w:rFonts w:ascii="Arial" w:hAnsi="Arial" w:cs="Arial"/>
          <w:bCs/>
          <w:lang w:val="it-IT"/>
        </w:rPr>
        <w:t>Rankin</w:t>
      </w:r>
      <w:proofErr w:type="spellEnd"/>
      <w:r w:rsidRPr="00105FFB">
        <w:rPr>
          <w:rFonts w:ascii="Arial" w:hAnsi="Arial" w:cs="Arial"/>
          <w:bCs/>
          <w:lang w:val="it-IT"/>
        </w:rPr>
        <w:t xml:space="preserve">’” è un’opera fotografica appositamente commissionata per celebrare il design della XF, della </w:t>
      </w:r>
      <w:r w:rsidR="00E04C49">
        <w:rPr>
          <w:rFonts w:ascii="Arial" w:hAnsi="Arial" w:cs="Arial"/>
          <w:bCs/>
          <w:lang w:val="it-IT"/>
        </w:rPr>
        <w:t xml:space="preserve">XE </w:t>
      </w:r>
      <w:r w:rsidRPr="00105FFB">
        <w:rPr>
          <w:rFonts w:ascii="Arial" w:hAnsi="Arial" w:cs="Arial"/>
          <w:bCs/>
          <w:lang w:val="it-IT"/>
        </w:rPr>
        <w:t xml:space="preserve">e della leggendaria berlina sportiva </w:t>
      </w:r>
      <w:proofErr w:type="spellStart"/>
      <w:r w:rsidRPr="00105FFB">
        <w:rPr>
          <w:rFonts w:ascii="Arial" w:hAnsi="Arial" w:cs="Arial"/>
          <w:bCs/>
          <w:lang w:val="it-IT"/>
        </w:rPr>
        <w:t>Mk</w:t>
      </w:r>
      <w:proofErr w:type="spellEnd"/>
      <w:r w:rsidRPr="00105FFB">
        <w:rPr>
          <w:rFonts w:ascii="Arial" w:hAnsi="Arial" w:cs="Arial"/>
          <w:bCs/>
          <w:lang w:val="it-IT"/>
        </w:rPr>
        <w:t xml:space="preserve"> 2</w:t>
      </w:r>
      <w:r w:rsidR="00CA7862">
        <w:rPr>
          <w:rFonts w:ascii="Arial" w:hAnsi="Arial" w:cs="Arial"/>
          <w:bCs/>
          <w:lang w:val="it-IT"/>
        </w:rPr>
        <w:t>.</w:t>
      </w:r>
    </w:p>
    <w:p w14:paraId="3753F03C" w14:textId="5BA75363" w:rsidR="00105FFB" w:rsidRPr="00105FFB" w:rsidRDefault="00E04C49" w:rsidP="00BB3D33">
      <w:pPr>
        <w:pStyle w:val="Paragrafoelenco"/>
        <w:numPr>
          <w:ilvl w:val="0"/>
          <w:numId w:val="39"/>
        </w:numPr>
        <w:spacing w:after="0" w:line="360" w:lineRule="auto"/>
        <w:ind w:left="426" w:hanging="357"/>
        <w:rPr>
          <w:rFonts w:ascii="Arial" w:eastAsia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>M</w:t>
      </w:r>
      <w:r w:rsidRPr="00105FFB">
        <w:rPr>
          <w:rFonts w:ascii="Arial" w:hAnsi="Arial" w:cs="Arial"/>
          <w:bCs/>
          <w:lang w:val="it-IT"/>
        </w:rPr>
        <w:t>ostrando un elegante design che incarnava lo stile dell’epoca</w:t>
      </w:r>
      <w:r>
        <w:rPr>
          <w:rFonts w:ascii="Arial" w:hAnsi="Arial" w:cs="Arial"/>
          <w:bCs/>
          <w:lang w:val="it-IT"/>
        </w:rPr>
        <w:t>, l</w:t>
      </w:r>
      <w:r w:rsidR="00105FFB" w:rsidRPr="00105FFB">
        <w:rPr>
          <w:rFonts w:ascii="Arial" w:hAnsi="Arial" w:cs="Arial"/>
          <w:bCs/>
          <w:lang w:val="it-IT"/>
        </w:rPr>
        <w:t xml:space="preserve">a Jaguar </w:t>
      </w:r>
      <w:proofErr w:type="spellStart"/>
      <w:r w:rsidR="00105FFB" w:rsidRPr="00105FFB">
        <w:rPr>
          <w:rFonts w:ascii="Arial" w:hAnsi="Arial" w:cs="Arial"/>
          <w:bCs/>
          <w:lang w:val="it-IT"/>
        </w:rPr>
        <w:t>Mk</w:t>
      </w:r>
      <w:proofErr w:type="spellEnd"/>
      <w:r w:rsidR="00105FFB" w:rsidRPr="00105FFB">
        <w:rPr>
          <w:rFonts w:ascii="Arial" w:hAnsi="Arial" w:cs="Arial"/>
          <w:bCs/>
          <w:lang w:val="it-IT"/>
        </w:rPr>
        <w:t xml:space="preserve"> 2 fu lanciata nel 1959 all’</w:t>
      </w:r>
      <w:proofErr w:type="spellStart"/>
      <w:r w:rsidR="00105FFB" w:rsidRPr="00105FFB">
        <w:rPr>
          <w:rFonts w:ascii="Arial" w:hAnsi="Arial" w:cs="Arial"/>
          <w:bCs/>
          <w:lang w:val="it-IT"/>
        </w:rPr>
        <w:t>Earls</w:t>
      </w:r>
      <w:proofErr w:type="spellEnd"/>
      <w:r w:rsidR="00105FFB" w:rsidRPr="00105FFB">
        <w:rPr>
          <w:rFonts w:ascii="Arial" w:hAnsi="Arial" w:cs="Arial"/>
          <w:bCs/>
          <w:lang w:val="it-IT"/>
        </w:rPr>
        <w:t xml:space="preserve"> Court Motor Show </w:t>
      </w:r>
      <w:r w:rsidR="00CA7862">
        <w:rPr>
          <w:rFonts w:ascii="Arial" w:hAnsi="Arial" w:cs="Arial"/>
          <w:bCs/>
          <w:lang w:val="it-IT"/>
        </w:rPr>
        <w:t>.</w:t>
      </w:r>
    </w:p>
    <w:p w14:paraId="2A33F043" w14:textId="77777777" w:rsidR="00105FFB" w:rsidRPr="009A5822" w:rsidRDefault="00105FFB" w:rsidP="00105FFB">
      <w:pPr>
        <w:jc w:val="center"/>
        <w:rPr>
          <w:rFonts w:ascii="Arial" w:eastAsia="Arial" w:hAnsi="Arial" w:cs="Arial"/>
          <w:b/>
          <w:lang w:val="it-IT"/>
        </w:rPr>
      </w:pPr>
    </w:p>
    <w:p w14:paraId="2594F23D" w14:textId="3438FF95" w:rsidR="00105FFB" w:rsidRDefault="00105FFB" w:rsidP="00105FFB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335904">
        <w:rPr>
          <w:rFonts w:ascii="Arial" w:eastAsia="Arial" w:hAnsi="Arial" w:cs="Arial"/>
          <w:b/>
          <w:lang w:val="it-IT"/>
        </w:rPr>
        <w:t xml:space="preserve">21 ottobre 2019 </w:t>
      </w:r>
      <w:r w:rsidRPr="00335904">
        <w:rPr>
          <w:rFonts w:ascii="Arial" w:eastAsia="Arial" w:hAnsi="Arial" w:cs="Arial"/>
          <w:lang w:val="it-IT"/>
        </w:rPr>
        <w:t xml:space="preserve">– </w:t>
      </w:r>
      <w:bookmarkStart w:id="0" w:name="_gjdgxs" w:colFirst="0" w:colLast="0"/>
      <w:bookmarkEnd w:id="0"/>
      <w:r w:rsidRPr="00335904">
        <w:rPr>
          <w:rFonts w:ascii="Arial" w:hAnsi="Arial" w:cs="Arial"/>
          <w:lang w:val="it-IT"/>
        </w:rPr>
        <w:t xml:space="preserve">Jaguar celebra il 60° anniversario dell’inimitabile </w:t>
      </w:r>
      <w:proofErr w:type="spellStart"/>
      <w:r w:rsidRPr="00335904">
        <w:rPr>
          <w:rFonts w:ascii="Arial" w:hAnsi="Arial" w:cs="Arial"/>
          <w:lang w:val="it-IT"/>
        </w:rPr>
        <w:t>Mk</w:t>
      </w:r>
      <w:proofErr w:type="spellEnd"/>
      <w:r w:rsidRPr="00335904">
        <w:rPr>
          <w:rFonts w:ascii="Arial" w:hAnsi="Arial" w:cs="Arial"/>
          <w:lang w:val="it-IT"/>
        </w:rPr>
        <w:t xml:space="preserve"> 2 con una serie di scatti fotografici davvero speciali</w:t>
      </w:r>
      <w:r w:rsidR="001F5606">
        <w:rPr>
          <w:rFonts w:ascii="Arial" w:hAnsi="Arial" w:cs="Arial"/>
          <w:lang w:val="it-IT"/>
        </w:rPr>
        <w:t>,</w:t>
      </w:r>
      <w:r w:rsidRPr="00335904">
        <w:rPr>
          <w:rFonts w:ascii="Arial" w:hAnsi="Arial" w:cs="Arial"/>
          <w:lang w:val="it-IT"/>
        </w:rPr>
        <w:t xml:space="preserve"> che </w:t>
      </w:r>
      <w:r>
        <w:rPr>
          <w:rFonts w:ascii="Arial" w:hAnsi="Arial" w:cs="Arial"/>
          <w:lang w:val="it-IT"/>
        </w:rPr>
        <w:t>rendono omaggio allo stile, alla creatività e alla personalità di una delle berline più amate al mondo</w:t>
      </w:r>
      <w:r w:rsidRPr="00335904">
        <w:rPr>
          <w:rFonts w:ascii="Arial" w:hAnsi="Arial" w:cs="Arial"/>
          <w:lang w:val="it-IT"/>
        </w:rPr>
        <w:t>.</w:t>
      </w:r>
    </w:p>
    <w:p w14:paraId="5525F651" w14:textId="77777777" w:rsidR="00CB18B1" w:rsidRPr="00335904" w:rsidRDefault="00CB18B1" w:rsidP="00105FF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14:paraId="5E1DD4F7" w14:textId="68878BDE" w:rsidR="00105FFB" w:rsidRDefault="00105FFB" w:rsidP="00105FFB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CC5176">
        <w:rPr>
          <w:rFonts w:ascii="Arial" w:hAnsi="Arial" w:cs="Arial"/>
          <w:lang w:val="it-IT"/>
        </w:rPr>
        <w:t>L’opera “Roo</w:t>
      </w:r>
      <w:r w:rsidR="00CA7862">
        <w:rPr>
          <w:rFonts w:ascii="Arial" w:hAnsi="Arial" w:cs="Arial"/>
          <w:lang w:val="it-IT"/>
        </w:rPr>
        <w:t xml:space="preserve">ms by </w:t>
      </w:r>
      <w:proofErr w:type="spellStart"/>
      <w:r w:rsidR="00CA7862">
        <w:rPr>
          <w:rFonts w:ascii="Arial" w:hAnsi="Arial" w:cs="Arial"/>
          <w:lang w:val="it-IT"/>
        </w:rPr>
        <w:t>Rankin</w:t>
      </w:r>
      <w:proofErr w:type="spellEnd"/>
      <w:r w:rsidR="00CA7862">
        <w:rPr>
          <w:rFonts w:ascii="Arial" w:hAnsi="Arial" w:cs="Arial"/>
          <w:lang w:val="it-IT"/>
        </w:rPr>
        <w:t>” è il frutto di un’</w:t>
      </w:r>
      <w:r w:rsidRPr="00CC5176">
        <w:rPr>
          <w:rFonts w:ascii="Arial" w:hAnsi="Arial" w:cs="Arial"/>
          <w:lang w:val="it-IT"/>
        </w:rPr>
        <w:t xml:space="preserve">esclusiva partnership tra Jaguar e il </w:t>
      </w:r>
      <w:r w:rsidR="001B1B10">
        <w:rPr>
          <w:rFonts w:ascii="Arial" w:hAnsi="Arial" w:cs="Arial"/>
          <w:lang w:val="it-IT"/>
        </w:rPr>
        <w:t xml:space="preserve"> fashion e style f</w:t>
      </w:r>
      <w:r w:rsidRPr="00CC5176">
        <w:rPr>
          <w:rFonts w:ascii="Arial" w:hAnsi="Arial" w:cs="Arial"/>
          <w:lang w:val="it-IT"/>
        </w:rPr>
        <w:t>otografo</w:t>
      </w:r>
      <w:r w:rsidR="001B1B10">
        <w:rPr>
          <w:rFonts w:ascii="Arial" w:hAnsi="Arial" w:cs="Arial"/>
          <w:lang w:val="it-IT"/>
        </w:rPr>
        <w:t xml:space="preserve"> </w:t>
      </w:r>
      <w:r w:rsidRPr="00CC5176">
        <w:rPr>
          <w:rFonts w:ascii="Arial" w:hAnsi="Arial" w:cs="Arial"/>
          <w:lang w:val="it-IT"/>
        </w:rPr>
        <w:t xml:space="preserve">di fama mondiale </w:t>
      </w:r>
      <w:proofErr w:type="spellStart"/>
      <w:r w:rsidRPr="00CC5176">
        <w:rPr>
          <w:rFonts w:ascii="Arial" w:hAnsi="Arial" w:cs="Arial"/>
          <w:lang w:val="it-IT"/>
        </w:rPr>
        <w:t>Rankin</w:t>
      </w:r>
      <w:proofErr w:type="spellEnd"/>
      <w:r w:rsidRPr="00CC5176">
        <w:rPr>
          <w:rFonts w:ascii="Arial" w:hAnsi="Arial" w:cs="Arial"/>
          <w:lang w:val="it-IT"/>
        </w:rPr>
        <w:t xml:space="preserve">, </w:t>
      </w:r>
      <w:r>
        <w:rPr>
          <w:rFonts w:ascii="Arial" w:hAnsi="Arial" w:cs="Arial"/>
          <w:lang w:val="it-IT"/>
        </w:rPr>
        <w:t xml:space="preserve">ideata per celebrare </w:t>
      </w:r>
      <w:r w:rsidR="001F5606">
        <w:rPr>
          <w:rFonts w:ascii="Arial" w:hAnsi="Arial" w:cs="Arial"/>
          <w:lang w:val="it-IT"/>
        </w:rPr>
        <w:t>l’essenza stilistica</w:t>
      </w:r>
      <w:r>
        <w:rPr>
          <w:rFonts w:ascii="Arial" w:hAnsi="Arial" w:cs="Arial"/>
          <w:lang w:val="it-IT"/>
        </w:rPr>
        <w:t xml:space="preserve"> di tre importanti modelli del brand britannico, ovvero la </w:t>
      </w:r>
      <w:r w:rsidRPr="00CC5176">
        <w:rPr>
          <w:rFonts w:ascii="Arial" w:hAnsi="Arial" w:cs="Arial"/>
          <w:lang w:val="it-IT"/>
        </w:rPr>
        <w:t xml:space="preserve">XF, </w:t>
      </w:r>
      <w:r>
        <w:rPr>
          <w:rFonts w:ascii="Arial" w:hAnsi="Arial" w:cs="Arial"/>
          <w:lang w:val="it-IT"/>
        </w:rPr>
        <w:t xml:space="preserve">la </w:t>
      </w:r>
      <w:r w:rsidRPr="00CC5176">
        <w:rPr>
          <w:rFonts w:ascii="Arial" w:hAnsi="Arial" w:cs="Arial"/>
          <w:lang w:val="it-IT"/>
        </w:rPr>
        <w:t xml:space="preserve">XE </w:t>
      </w:r>
      <w:r>
        <w:rPr>
          <w:rFonts w:ascii="Arial" w:hAnsi="Arial" w:cs="Arial"/>
          <w:lang w:val="it-IT"/>
        </w:rPr>
        <w:t xml:space="preserve">e la </w:t>
      </w:r>
      <w:proofErr w:type="spellStart"/>
      <w:r w:rsidRPr="00CC5176">
        <w:rPr>
          <w:rFonts w:ascii="Arial" w:hAnsi="Arial" w:cs="Arial"/>
          <w:lang w:val="it-IT"/>
        </w:rPr>
        <w:t>Mk</w:t>
      </w:r>
      <w:proofErr w:type="spellEnd"/>
      <w:r w:rsidRPr="00CC5176">
        <w:rPr>
          <w:rFonts w:ascii="Arial" w:hAnsi="Arial" w:cs="Arial"/>
          <w:lang w:val="it-IT"/>
        </w:rPr>
        <w:t xml:space="preserve"> 2. </w:t>
      </w:r>
    </w:p>
    <w:p w14:paraId="015CA237" w14:textId="77777777" w:rsidR="001B1B10" w:rsidRPr="00CC5176" w:rsidRDefault="001B1B10" w:rsidP="00105FF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14:paraId="397FFA85" w14:textId="5F55D720" w:rsidR="00105FFB" w:rsidRDefault="001F5606" w:rsidP="00105FFB">
      <w:pPr>
        <w:spacing w:after="0"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Come </w:t>
      </w:r>
      <w:r w:rsidR="00105FFB" w:rsidRPr="000D4DEB">
        <w:rPr>
          <w:rFonts w:ascii="Arial" w:hAnsi="Arial" w:cs="Arial"/>
          <w:lang w:val="it-IT"/>
        </w:rPr>
        <w:t xml:space="preserve">terza e ultima opera, </w:t>
      </w:r>
      <w:proofErr w:type="spellStart"/>
      <w:r w:rsidR="00105FFB" w:rsidRPr="000D4DEB">
        <w:rPr>
          <w:rFonts w:ascii="Arial" w:hAnsi="Arial" w:cs="Arial"/>
          <w:lang w:val="it-IT"/>
        </w:rPr>
        <w:t>Rankin</w:t>
      </w:r>
      <w:proofErr w:type="spellEnd"/>
      <w:r w:rsidR="00105FFB" w:rsidRPr="000D4DEB">
        <w:rPr>
          <w:rFonts w:ascii="Arial" w:hAnsi="Arial" w:cs="Arial"/>
          <w:lang w:val="it-IT"/>
        </w:rPr>
        <w:t xml:space="preserve"> ha creato per la</w:t>
      </w:r>
      <w:r w:rsidR="00105FFB">
        <w:rPr>
          <w:rFonts w:ascii="Arial" w:hAnsi="Arial" w:cs="Arial"/>
          <w:lang w:val="it-IT"/>
        </w:rPr>
        <w:t xml:space="preserve"> </w:t>
      </w:r>
      <w:proofErr w:type="spellStart"/>
      <w:r w:rsidR="00105FFB">
        <w:rPr>
          <w:rFonts w:ascii="Arial" w:hAnsi="Arial" w:cs="Arial"/>
          <w:lang w:val="it-IT"/>
        </w:rPr>
        <w:t>Mk</w:t>
      </w:r>
      <w:proofErr w:type="spellEnd"/>
      <w:r w:rsidR="00105FFB">
        <w:rPr>
          <w:rFonts w:ascii="Arial" w:hAnsi="Arial" w:cs="Arial"/>
          <w:lang w:val="it-IT"/>
        </w:rPr>
        <w:t xml:space="preserve"> 2 </w:t>
      </w:r>
      <w:r w:rsidR="00105FFB" w:rsidRPr="000D4DEB">
        <w:rPr>
          <w:rFonts w:ascii="Arial" w:hAnsi="Arial" w:cs="Arial"/>
          <w:lang w:val="it-IT"/>
        </w:rPr>
        <w:t>“</w:t>
      </w:r>
      <w:proofErr w:type="spellStart"/>
      <w:r w:rsidR="00105FFB" w:rsidRPr="000D4DEB">
        <w:rPr>
          <w:rFonts w:ascii="Arial" w:hAnsi="Arial" w:cs="Arial"/>
          <w:lang w:val="it-IT"/>
        </w:rPr>
        <w:t>Period</w:t>
      </w:r>
      <w:proofErr w:type="spellEnd"/>
      <w:r w:rsidR="00105FFB" w:rsidRPr="000D4DEB">
        <w:rPr>
          <w:rFonts w:ascii="Arial" w:hAnsi="Arial" w:cs="Arial"/>
          <w:lang w:val="it-IT"/>
        </w:rPr>
        <w:t xml:space="preserve"> Drama”</w:t>
      </w:r>
      <w:r w:rsidR="00105FFB">
        <w:rPr>
          <w:rFonts w:ascii="Arial" w:hAnsi="Arial" w:cs="Arial"/>
          <w:lang w:val="it-IT"/>
        </w:rPr>
        <w:t xml:space="preserve">, una </w:t>
      </w:r>
      <w:proofErr w:type="spellStart"/>
      <w:r w:rsidR="00105FFB">
        <w:rPr>
          <w:rFonts w:ascii="Arial" w:hAnsi="Arial" w:cs="Arial"/>
          <w:lang w:val="it-IT"/>
        </w:rPr>
        <w:t>white</w:t>
      </w:r>
      <w:proofErr w:type="spellEnd"/>
      <w:r w:rsidR="00105FFB">
        <w:rPr>
          <w:rFonts w:ascii="Arial" w:hAnsi="Arial" w:cs="Arial"/>
          <w:lang w:val="it-IT"/>
        </w:rPr>
        <w:t xml:space="preserve"> room </w:t>
      </w:r>
      <w:r w:rsidR="00673879">
        <w:rPr>
          <w:rFonts w:ascii="Arial" w:hAnsi="Arial" w:cs="Arial"/>
          <w:lang w:val="it-IT"/>
        </w:rPr>
        <w:t xml:space="preserve">caratterizzata da </w:t>
      </w:r>
      <w:r w:rsidR="00105FFB">
        <w:rPr>
          <w:rFonts w:ascii="Arial" w:hAnsi="Arial" w:cs="Arial"/>
          <w:lang w:val="it-IT"/>
        </w:rPr>
        <w:t>un</w:t>
      </w:r>
      <w:r w:rsidR="001B1B10">
        <w:rPr>
          <w:rFonts w:ascii="Arial" w:hAnsi="Arial" w:cs="Arial"/>
          <w:lang w:val="it-IT"/>
        </w:rPr>
        <w:t>’affascinante</w:t>
      </w:r>
      <w:r w:rsidR="00105FFB">
        <w:rPr>
          <w:rFonts w:ascii="Arial" w:hAnsi="Arial" w:cs="Arial"/>
          <w:lang w:val="it-IT"/>
        </w:rPr>
        <w:t xml:space="preserve"> e accattivante trama </w:t>
      </w:r>
      <w:r w:rsidR="00105FFB" w:rsidRPr="000D4DEB">
        <w:rPr>
          <w:rFonts w:ascii="Arial" w:hAnsi="Arial" w:cs="Arial"/>
          <w:lang w:val="it-IT"/>
        </w:rPr>
        <w:t xml:space="preserve">a </w:t>
      </w:r>
      <w:r w:rsidR="00105FFB">
        <w:rPr>
          <w:rFonts w:ascii="Arial" w:hAnsi="Arial" w:cs="Arial"/>
          <w:lang w:val="it-IT"/>
        </w:rPr>
        <w:t>pois neri</w:t>
      </w:r>
      <w:r w:rsidR="00105FFB" w:rsidRPr="000D4DEB">
        <w:rPr>
          <w:rFonts w:ascii="Arial" w:hAnsi="Arial" w:cs="Arial"/>
          <w:lang w:val="it-IT"/>
        </w:rPr>
        <w:t>.</w:t>
      </w:r>
    </w:p>
    <w:p w14:paraId="2FD60232" w14:textId="77777777" w:rsidR="00C15062" w:rsidRPr="000D4DEB" w:rsidRDefault="00C15062" w:rsidP="00105FF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14:paraId="6FF840CC" w14:textId="672E429F" w:rsidR="00CB18B1" w:rsidRDefault="00105FFB" w:rsidP="00105FFB">
      <w:pPr>
        <w:spacing w:after="0" w:line="360" w:lineRule="auto"/>
        <w:jc w:val="both"/>
        <w:rPr>
          <w:rFonts w:ascii="Arial" w:hAnsi="Arial" w:cs="Arial"/>
          <w:i/>
          <w:iCs/>
          <w:lang w:val="it-IT"/>
        </w:rPr>
      </w:pPr>
      <w:proofErr w:type="spellStart"/>
      <w:r w:rsidRPr="0073216D">
        <w:rPr>
          <w:rFonts w:ascii="Arial" w:hAnsi="Arial" w:cs="Arial"/>
          <w:b/>
          <w:bCs/>
          <w:lang w:val="it-IT"/>
        </w:rPr>
        <w:t>Rankin</w:t>
      </w:r>
      <w:proofErr w:type="spellEnd"/>
      <w:r w:rsidRPr="0073216D">
        <w:rPr>
          <w:rFonts w:ascii="Arial" w:hAnsi="Arial" w:cs="Arial"/>
          <w:b/>
          <w:bCs/>
          <w:lang w:val="it-IT"/>
        </w:rPr>
        <w:t xml:space="preserve"> </w:t>
      </w:r>
      <w:r w:rsidRPr="001B1B10">
        <w:rPr>
          <w:rFonts w:ascii="Arial" w:hAnsi="Arial" w:cs="Arial"/>
          <w:bCs/>
          <w:lang w:val="it-IT"/>
        </w:rPr>
        <w:t>ha d</w:t>
      </w:r>
      <w:r w:rsidR="001B1B10" w:rsidRPr="001B1B10">
        <w:rPr>
          <w:rFonts w:ascii="Arial" w:hAnsi="Arial" w:cs="Arial"/>
          <w:bCs/>
          <w:lang w:val="it-IT"/>
        </w:rPr>
        <w:t>ichiarato</w:t>
      </w:r>
      <w:r w:rsidRPr="0073216D">
        <w:rPr>
          <w:rFonts w:ascii="Arial" w:hAnsi="Arial" w:cs="Arial"/>
          <w:lang w:val="it-IT"/>
        </w:rPr>
        <w:t xml:space="preserve">: </w:t>
      </w:r>
      <w:r w:rsidRPr="0073216D">
        <w:rPr>
          <w:rFonts w:ascii="Arial" w:hAnsi="Arial" w:cs="Arial"/>
          <w:i/>
          <w:iCs/>
          <w:lang w:val="it-IT"/>
        </w:rPr>
        <w:t xml:space="preserve">“La Jaguar </w:t>
      </w:r>
      <w:proofErr w:type="spellStart"/>
      <w:r w:rsidRPr="0073216D">
        <w:rPr>
          <w:rFonts w:ascii="Arial" w:hAnsi="Arial" w:cs="Arial"/>
          <w:i/>
          <w:iCs/>
          <w:lang w:val="it-IT"/>
        </w:rPr>
        <w:t>Mk</w:t>
      </w:r>
      <w:proofErr w:type="spellEnd"/>
      <w:r w:rsidRPr="0073216D">
        <w:rPr>
          <w:rFonts w:ascii="Arial" w:hAnsi="Arial" w:cs="Arial"/>
          <w:i/>
          <w:iCs/>
          <w:lang w:val="it-IT"/>
        </w:rPr>
        <w:t xml:space="preserve"> 2 è una vettura davvero </w:t>
      </w:r>
      <w:r>
        <w:rPr>
          <w:rFonts w:ascii="Arial" w:hAnsi="Arial" w:cs="Arial"/>
          <w:i/>
          <w:iCs/>
          <w:lang w:val="it-IT"/>
        </w:rPr>
        <w:t>speciale, innegabilmente bella e ottimam</w:t>
      </w:r>
      <w:r w:rsidR="00673879">
        <w:rPr>
          <w:rFonts w:ascii="Arial" w:hAnsi="Arial" w:cs="Arial"/>
          <w:i/>
          <w:iCs/>
          <w:lang w:val="it-IT"/>
        </w:rPr>
        <w:t>e</w:t>
      </w:r>
      <w:r>
        <w:rPr>
          <w:rFonts w:ascii="Arial" w:hAnsi="Arial" w:cs="Arial"/>
          <w:i/>
          <w:iCs/>
          <w:lang w:val="it-IT"/>
        </w:rPr>
        <w:t xml:space="preserve">nte proporzionata. </w:t>
      </w:r>
      <w:r w:rsidRPr="002B2ED6">
        <w:rPr>
          <w:rFonts w:ascii="Arial" w:hAnsi="Arial" w:cs="Arial"/>
          <w:i/>
          <w:iCs/>
          <w:lang w:val="it-IT"/>
        </w:rPr>
        <w:t>Ho volut</w:t>
      </w:r>
      <w:r w:rsidR="00673879">
        <w:rPr>
          <w:rFonts w:ascii="Arial" w:hAnsi="Arial" w:cs="Arial"/>
          <w:i/>
          <w:iCs/>
          <w:lang w:val="it-IT"/>
        </w:rPr>
        <w:t>o</w:t>
      </w:r>
      <w:r w:rsidRPr="002B2ED6">
        <w:rPr>
          <w:rFonts w:ascii="Arial" w:hAnsi="Arial" w:cs="Arial"/>
          <w:i/>
          <w:iCs/>
          <w:lang w:val="it-IT"/>
        </w:rPr>
        <w:t xml:space="preserve"> creare qualcosa che rendesse omaggio alla sua forma e alla </w:t>
      </w:r>
    </w:p>
    <w:p w14:paraId="7DBAA4A4" w14:textId="21DAC893" w:rsidR="00105FFB" w:rsidRDefault="00105FFB" w:rsidP="00105FFB">
      <w:pPr>
        <w:spacing w:after="0" w:line="360" w:lineRule="auto"/>
        <w:jc w:val="both"/>
        <w:rPr>
          <w:rFonts w:ascii="Arial" w:hAnsi="Arial" w:cs="Arial"/>
          <w:i/>
          <w:iCs/>
          <w:lang w:val="it-IT"/>
        </w:rPr>
      </w:pPr>
      <w:r w:rsidRPr="002B2ED6">
        <w:rPr>
          <w:rFonts w:ascii="Arial" w:hAnsi="Arial" w:cs="Arial"/>
          <w:i/>
          <w:iCs/>
          <w:lang w:val="it-IT"/>
        </w:rPr>
        <w:t xml:space="preserve">sua storia, ma che </w:t>
      </w:r>
      <w:r>
        <w:rPr>
          <w:rFonts w:ascii="Arial" w:hAnsi="Arial" w:cs="Arial"/>
          <w:i/>
          <w:iCs/>
          <w:lang w:val="it-IT"/>
        </w:rPr>
        <w:t>al tempo stesso avesse una prospettiva assolutamente moderna. Ecco perché ho scelto di utilizzare i pois</w:t>
      </w:r>
      <w:r w:rsidRPr="002B2ED6">
        <w:rPr>
          <w:rFonts w:ascii="Arial" w:hAnsi="Arial" w:cs="Arial"/>
          <w:i/>
          <w:iCs/>
          <w:lang w:val="it-IT"/>
        </w:rPr>
        <w:t>.”</w:t>
      </w:r>
    </w:p>
    <w:p w14:paraId="614D699F" w14:textId="77777777" w:rsidR="00CB18B1" w:rsidRPr="002B2ED6" w:rsidRDefault="00CB18B1" w:rsidP="00105FFB">
      <w:pPr>
        <w:spacing w:after="0" w:line="360" w:lineRule="auto"/>
        <w:jc w:val="both"/>
        <w:rPr>
          <w:rFonts w:ascii="Arial" w:hAnsi="Arial" w:cs="Arial"/>
          <w:i/>
          <w:iCs/>
          <w:lang w:val="it-IT"/>
        </w:rPr>
      </w:pPr>
    </w:p>
    <w:p w14:paraId="7C4B3018" w14:textId="78BAB8D6" w:rsidR="00105FFB" w:rsidRDefault="00105FFB" w:rsidP="00105FFB">
      <w:pPr>
        <w:spacing w:after="0" w:line="360" w:lineRule="auto"/>
        <w:jc w:val="both"/>
        <w:rPr>
          <w:rFonts w:ascii="Arial" w:hAnsi="Arial" w:cs="Arial"/>
          <w:i/>
          <w:iCs/>
          <w:lang w:val="it-IT"/>
        </w:rPr>
      </w:pPr>
      <w:r w:rsidRPr="00BB2D85">
        <w:rPr>
          <w:rFonts w:ascii="Arial" w:hAnsi="Arial" w:cs="Arial"/>
          <w:b/>
          <w:bCs/>
          <w:lang w:val="it-IT"/>
        </w:rPr>
        <w:lastRenderedPageBreak/>
        <w:t xml:space="preserve">Julian Thomson, Jaguar Design </w:t>
      </w:r>
      <w:proofErr w:type="spellStart"/>
      <w:r w:rsidRPr="00BB2D85">
        <w:rPr>
          <w:rFonts w:ascii="Arial" w:hAnsi="Arial" w:cs="Arial"/>
          <w:b/>
          <w:bCs/>
          <w:lang w:val="it-IT"/>
        </w:rPr>
        <w:t>Director</w:t>
      </w:r>
      <w:proofErr w:type="spellEnd"/>
      <w:r w:rsidRPr="00BB2D85">
        <w:rPr>
          <w:rFonts w:ascii="Arial" w:hAnsi="Arial" w:cs="Arial"/>
          <w:b/>
          <w:bCs/>
          <w:lang w:val="it-IT"/>
        </w:rPr>
        <w:t xml:space="preserve">, </w:t>
      </w:r>
      <w:r w:rsidRPr="001B1B10">
        <w:rPr>
          <w:rFonts w:ascii="Arial" w:hAnsi="Arial" w:cs="Arial"/>
          <w:bCs/>
          <w:lang w:val="it-IT"/>
        </w:rPr>
        <w:t>ha aggiunto</w:t>
      </w:r>
      <w:r w:rsidRPr="00BB2D85">
        <w:rPr>
          <w:rFonts w:ascii="Arial" w:hAnsi="Arial" w:cs="Arial"/>
          <w:lang w:val="it-IT"/>
        </w:rPr>
        <w:t xml:space="preserve">: </w:t>
      </w:r>
      <w:r w:rsidRPr="00BB2D85">
        <w:rPr>
          <w:rFonts w:ascii="Arial" w:hAnsi="Arial" w:cs="Arial"/>
          <w:i/>
          <w:iCs/>
          <w:lang w:val="it-IT"/>
        </w:rPr>
        <w:t xml:space="preserve">“I pois sono perfetti per la </w:t>
      </w:r>
      <w:proofErr w:type="spellStart"/>
      <w:r w:rsidRPr="00BB2D85">
        <w:rPr>
          <w:rFonts w:ascii="Arial" w:hAnsi="Arial" w:cs="Arial"/>
          <w:i/>
          <w:iCs/>
          <w:lang w:val="it-IT"/>
        </w:rPr>
        <w:t>Mk</w:t>
      </w:r>
      <w:proofErr w:type="spellEnd"/>
      <w:r w:rsidRPr="00BB2D85">
        <w:rPr>
          <w:rFonts w:ascii="Arial" w:hAnsi="Arial" w:cs="Arial"/>
          <w:i/>
          <w:iCs/>
          <w:lang w:val="it-IT"/>
        </w:rPr>
        <w:t xml:space="preserve"> 2. </w:t>
      </w:r>
      <w:r w:rsidRPr="00D23559">
        <w:rPr>
          <w:rFonts w:ascii="Arial" w:hAnsi="Arial" w:cs="Arial"/>
          <w:i/>
          <w:iCs/>
          <w:lang w:val="it-IT"/>
        </w:rPr>
        <w:t>Possono essere malinconicamente nostalgici ma anche assolutamente moderni, il che li</w:t>
      </w:r>
      <w:r>
        <w:rPr>
          <w:rFonts w:ascii="Arial" w:hAnsi="Arial" w:cs="Arial"/>
          <w:i/>
          <w:iCs/>
          <w:lang w:val="it-IT"/>
        </w:rPr>
        <w:t xml:space="preserve"> rende un classico senza tempo. </w:t>
      </w:r>
      <w:proofErr w:type="spellStart"/>
      <w:r w:rsidRPr="00396702">
        <w:rPr>
          <w:rFonts w:ascii="Arial" w:hAnsi="Arial" w:cs="Arial"/>
          <w:i/>
          <w:iCs/>
          <w:lang w:val="it-IT"/>
        </w:rPr>
        <w:t>Rankin</w:t>
      </w:r>
      <w:proofErr w:type="spellEnd"/>
      <w:r w:rsidRPr="00396702">
        <w:rPr>
          <w:rFonts w:ascii="Arial" w:hAnsi="Arial" w:cs="Arial"/>
          <w:i/>
          <w:iCs/>
          <w:lang w:val="it-IT"/>
        </w:rPr>
        <w:t xml:space="preserve"> è riuscito a creare qualcosa di veramente ecce</w:t>
      </w:r>
      <w:r>
        <w:rPr>
          <w:rFonts w:ascii="Arial" w:hAnsi="Arial" w:cs="Arial"/>
          <w:i/>
          <w:iCs/>
          <w:lang w:val="it-IT"/>
        </w:rPr>
        <w:t>zionale, con un’eleganza e</w:t>
      </w:r>
      <w:r w:rsidR="00D4512A">
        <w:rPr>
          <w:rFonts w:ascii="Arial" w:hAnsi="Arial" w:cs="Arial"/>
          <w:i/>
          <w:iCs/>
          <w:lang w:val="it-IT"/>
        </w:rPr>
        <w:t xml:space="preserve"> un</w:t>
      </w:r>
      <w:r>
        <w:rPr>
          <w:rFonts w:ascii="Arial" w:hAnsi="Arial" w:cs="Arial"/>
          <w:i/>
          <w:iCs/>
          <w:lang w:val="it-IT"/>
        </w:rPr>
        <w:t xml:space="preserve"> fascino accattivante che tutti in Jaguar apprezziamo</w:t>
      </w:r>
      <w:r w:rsidRPr="00D30EEE">
        <w:rPr>
          <w:rFonts w:ascii="Arial" w:hAnsi="Arial" w:cs="Arial"/>
          <w:i/>
          <w:iCs/>
          <w:lang w:val="it-IT"/>
        </w:rPr>
        <w:t>.”</w:t>
      </w:r>
    </w:p>
    <w:p w14:paraId="4D3786B1" w14:textId="77777777" w:rsidR="00CB18B1" w:rsidRPr="00D30EEE" w:rsidRDefault="00CB18B1" w:rsidP="00105FFB">
      <w:pPr>
        <w:spacing w:after="0" w:line="360" w:lineRule="auto"/>
        <w:jc w:val="both"/>
        <w:rPr>
          <w:rFonts w:ascii="Arial" w:hAnsi="Arial" w:cs="Arial"/>
          <w:i/>
          <w:iCs/>
          <w:lang w:val="it-IT"/>
        </w:rPr>
      </w:pPr>
    </w:p>
    <w:p w14:paraId="6B81071F" w14:textId="275DF54B" w:rsidR="00105FFB" w:rsidRDefault="00105FFB" w:rsidP="00105FFB">
      <w:pPr>
        <w:spacing w:after="0" w:line="360" w:lineRule="auto"/>
        <w:jc w:val="both"/>
        <w:rPr>
          <w:rFonts w:ascii="Arial" w:hAnsi="Arial" w:cs="Arial"/>
          <w:color w:val="000000"/>
          <w:lang w:val="it-IT"/>
        </w:rPr>
      </w:pPr>
      <w:r w:rsidRPr="006A3E70">
        <w:rPr>
          <w:rFonts w:ascii="Arial" w:hAnsi="Arial" w:cs="Arial"/>
          <w:color w:val="000000"/>
          <w:lang w:val="it-IT"/>
        </w:rPr>
        <w:t xml:space="preserve">La </w:t>
      </w:r>
      <w:proofErr w:type="spellStart"/>
      <w:r w:rsidRPr="006A3E70">
        <w:rPr>
          <w:rFonts w:ascii="Arial" w:hAnsi="Arial" w:cs="Arial"/>
          <w:color w:val="000000"/>
          <w:lang w:val="it-IT"/>
        </w:rPr>
        <w:t>Mk</w:t>
      </w:r>
      <w:proofErr w:type="spellEnd"/>
      <w:r w:rsidRPr="006A3E70">
        <w:rPr>
          <w:rFonts w:ascii="Arial" w:hAnsi="Arial" w:cs="Arial"/>
          <w:color w:val="000000"/>
          <w:lang w:val="it-IT"/>
        </w:rPr>
        <w:t xml:space="preserve"> 2 </w:t>
      </w:r>
      <w:r>
        <w:rPr>
          <w:rFonts w:ascii="Arial" w:hAnsi="Arial" w:cs="Arial"/>
          <w:color w:val="000000"/>
          <w:lang w:val="it-IT"/>
        </w:rPr>
        <w:t>dell</w:t>
      </w:r>
      <w:r w:rsidRPr="006A3E70">
        <w:rPr>
          <w:rFonts w:ascii="Arial" w:hAnsi="Arial" w:cs="Arial"/>
          <w:color w:val="000000"/>
          <w:lang w:val="it-IT"/>
        </w:rPr>
        <w:t xml:space="preserve">’opera “Rooms by </w:t>
      </w:r>
      <w:proofErr w:type="spellStart"/>
      <w:r w:rsidRPr="006A3E70">
        <w:rPr>
          <w:rFonts w:ascii="Arial" w:hAnsi="Arial" w:cs="Arial"/>
          <w:color w:val="000000"/>
          <w:lang w:val="it-IT"/>
        </w:rPr>
        <w:t>Rankin</w:t>
      </w:r>
      <w:proofErr w:type="spellEnd"/>
      <w:r w:rsidRPr="006A3E70">
        <w:rPr>
          <w:rFonts w:ascii="Arial" w:hAnsi="Arial" w:cs="Arial"/>
          <w:color w:val="000000"/>
          <w:lang w:val="it-IT"/>
        </w:rPr>
        <w:t xml:space="preserve">” è un modello Dark Blue di </w:t>
      </w:r>
      <w:r>
        <w:rPr>
          <w:rFonts w:ascii="Arial" w:hAnsi="Arial" w:cs="Arial"/>
          <w:color w:val="000000"/>
          <w:lang w:val="it-IT"/>
        </w:rPr>
        <w:t xml:space="preserve">3,8 litri con cambio manuale, proveniente dalla </w:t>
      </w:r>
      <w:r w:rsidRPr="006A3E70">
        <w:rPr>
          <w:rFonts w:ascii="Arial" w:hAnsi="Arial" w:cs="Arial"/>
          <w:color w:val="000000"/>
          <w:lang w:val="it-IT"/>
        </w:rPr>
        <w:t xml:space="preserve">Jaguar Classic Collection. </w:t>
      </w:r>
      <w:r w:rsidRPr="00F330B8">
        <w:rPr>
          <w:rFonts w:ascii="Arial" w:hAnsi="Arial" w:cs="Arial"/>
          <w:color w:val="000000"/>
          <w:lang w:val="it-IT"/>
        </w:rPr>
        <w:t xml:space="preserve">Oltre alla collezione presente nella sua sede </w:t>
      </w:r>
      <w:r w:rsidRPr="00F330B8">
        <w:rPr>
          <w:rFonts w:ascii="Arial" w:hAnsi="Arial" w:cs="Arial"/>
          <w:color w:val="000000"/>
          <w:shd w:val="clear" w:color="auto" w:fill="FFFFFF"/>
          <w:lang w:val="it-IT"/>
        </w:rPr>
        <w:t>Classic Works di Coventry</w:t>
      </w:r>
      <w:r w:rsidRPr="00F330B8">
        <w:rPr>
          <w:rFonts w:ascii="Arial" w:hAnsi="Arial" w:cs="Arial"/>
          <w:color w:val="000000"/>
          <w:lang w:val="it-IT"/>
        </w:rPr>
        <w:t>, Jaguar Classic offre servizi di vendita, assistenza</w:t>
      </w:r>
      <w:r>
        <w:rPr>
          <w:rFonts w:ascii="Arial" w:hAnsi="Arial" w:cs="Arial"/>
          <w:color w:val="000000"/>
          <w:lang w:val="it-IT"/>
        </w:rPr>
        <w:t xml:space="preserve">, </w:t>
      </w:r>
      <w:r w:rsidRPr="00F330B8">
        <w:rPr>
          <w:rFonts w:ascii="Arial" w:hAnsi="Arial" w:cs="Arial"/>
          <w:color w:val="000000"/>
          <w:lang w:val="it-IT"/>
        </w:rPr>
        <w:t xml:space="preserve">restauro </w:t>
      </w:r>
      <w:r>
        <w:rPr>
          <w:rFonts w:ascii="Arial" w:hAnsi="Arial" w:cs="Arial"/>
          <w:color w:val="000000"/>
          <w:lang w:val="it-IT"/>
        </w:rPr>
        <w:t xml:space="preserve">altamente specializzato e componenti di ricambio, in modo da conservare al meglio questi gioielli stradali di un tempo, </w:t>
      </w:r>
      <w:r w:rsidR="00D4512A">
        <w:rPr>
          <w:rFonts w:ascii="Arial" w:hAnsi="Arial" w:cs="Arial"/>
          <w:color w:val="000000"/>
          <w:lang w:val="it-IT"/>
        </w:rPr>
        <w:t xml:space="preserve">che potranno </w:t>
      </w:r>
      <w:r>
        <w:rPr>
          <w:rFonts w:ascii="Arial" w:hAnsi="Arial" w:cs="Arial"/>
          <w:color w:val="000000"/>
          <w:lang w:val="it-IT"/>
        </w:rPr>
        <w:t xml:space="preserve">essere apprezzati anche dalle future generazioni. </w:t>
      </w:r>
      <w:r w:rsidRPr="00F330B8">
        <w:rPr>
          <w:rFonts w:ascii="Arial" w:hAnsi="Arial" w:cs="Arial"/>
          <w:color w:val="000000"/>
          <w:lang w:val="it-IT"/>
        </w:rPr>
        <w:t> </w:t>
      </w:r>
    </w:p>
    <w:p w14:paraId="6C792678" w14:textId="77777777" w:rsidR="00CB18B1" w:rsidRPr="00F330B8" w:rsidRDefault="00CB18B1" w:rsidP="00105FFB">
      <w:pPr>
        <w:spacing w:after="0" w:line="360" w:lineRule="auto"/>
        <w:jc w:val="both"/>
        <w:rPr>
          <w:rFonts w:ascii="Arial" w:hAnsi="Arial" w:cs="Arial"/>
          <w:color w:val="000000"/>
          <w:lang w:val="it-IT"/>
        </w:rPr>
      </w:pPr>
    </w:p>
    <w:p w14:paraId="4FFB1A96" w14:textId="14E5F81B" w:rsidR="00105FFB" w:rsidRDefault="00105FFB" w:rsidP="00105FFB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890430">
        <w:rPr>
          <w:rFonts w:ascii="Arial" w:hAnsi="Arial" w:cs="Arial"/>
          <w:lang w:val="it-IT"/>
        </w:rPr>
        <w:t>Lanciata nel 1959 all’</w:t>
      </w:r>
      <w:proofErr w:type="spellStart"/>
      <w:r w:rsidRPr="00890430">
        <w:rPr>
          <w:rFonts w:ascii="Arial" w:hAnsi="Arial" w:cs="Arial"/>
          <w:lang w:val="it-IT"/>
        </w:rPr>
        <w:t>Earls</w:t>
      </w:r>
      <w:proofErr w:type="spellEnd"/>
      <w:r w:rsidRPr="00890430">
        <w:rPr>
          <w:rFonts w:ascii="Arial" w:hAnsi="Arial" w:cs="Arial"/>
          <w:lang w:val="it-IT"/>
        </w:rPr>
        <w:t xml:space="preserve"> Court Motor Show di Londra, la Jaguar </w:t>
      </w:r>
      <w:proofErr w:type="spellStart"/>
      <w:r w:rsidRPr="00890430">
        <w:rPr>
          <w:rFonts w:ascii="Arial" w:hAnsi="Arial" w:cs="Arial"/>
          <w:lang w:val="it-IT"/>
        </w:rPr>
        <w:t>Mk</w:t>
      </w:r>
      <w:proofErr w:type="spellEnd"/>
      <w:r w:rsidRPr="00890430">
        <w:rPr>
          <w:rFonts w:ascii="Arial" w:hAnsi="Arial" w:cs="Arial"/>
          <w:lang w:val="it-IT"/>
        </w:rPr>
        <w:t xml:space="preserve"> 2 diventò immediatamente un sogno ad occhi aperti grazie al suo audace design, alle sue curve aggraziate e ai suoi potenti motori</w:t>
      </w:r>
      <w:r>
        <w:rPr>
          <w:rFonts w:ascii="Arial" w:hAnsi="Arial" w:cs="Arial"/>
          <w:lang w:val="it-IT"/>
        </w:rPr>
        <w:t xml:space="preserve"> sei cilindri derivati dalla </w:t>
      </w:r>
      <w:r w:rsidRPr="00890430">
        <w:rPr>
          <w:rFonts w:ascii="Arial" w:hAnsi="Arial" w:cs="Arial"/>
          <w:lang w:val="it-IT"/>
        </w:rPr>
        <w:t>XK</w:t>
      </w:r>
      <w:r>
        <w:rPr>
          <w:rFonts w:ascii="Arial" w:hAnsi="Arial" w:cs="Arial"/>
          <w:lang w:val="it-IT"/>
        </w:rPr>
        <w:t>, di cui al top di gamma c’era il 3,8 litri da 220 CV e da oltre 200 km/h di velocit</w:t>
      </w:r>
      <w:r w:rsidR="00074A84">
        <w:rPr>
          <w:rFonts w:ascii="Arial" w:hAnsi="Arial" w:cs="Arial"/>
          <w:lang w:val="it-IT"/>
        </w:rPr>
        <w:t>a</w:t>
      </w:r>
      <w:r>
        <w:rPr>
          <w:rFonts w:ascii="Arial" w:hAnsi="Arial" w:cs="Arial"/>
          <w:lang w:val="it-IT"/>
        </w:rPr>
        <w:t xml:space="preserve"> massima</w:t>
      </w:r>
      <w:r w:rsidRPr="00890430">
        <w:rPr>
          <w:rFonts w:ascii="Arial" w:hAnsi="Arial" w:cs="Arial"/>
          <w:lang w:val="it-IT"/>
        </w:rPr>
        <w:t>.</w:t>
      </w:r>
    </w:p>
    <w:p w14:paraId="00355E67" w14:textId="77777777" w:rsidR="00CB18B1" w:rsidRPr="00890430" w:rsidRDefault="00CB18B1" w:rsidP="00105FF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14:paraId="6F37BCBD" w14:textId="52FB0954" w:rsidR="00105FFB" w:rsidRPr="00062136" w:rsidRDefault="00105FFB" w:rsidP="00105FFB">
      <w:pPr>
        <w:spacing w:after="0" w:line="360" w:lineRule="auto"/>
        <w:jc w:val="both"/>
        <w:rPr>
          <w:rFonts w:ascii="Arial" w:eastAsia="Arial" w:hAnsi="Arial" w:cs="Arial"/>
          <w:lang w:val="it-IT"/>
        </w:rPr>
      </w:pPr>
      <w:r w:rsidRPr="00062136">
        <w:rPr>
          <w:rFonts w:ascii="Arial" w:hAnsi="Arial" w:cs="Arial"/>
          <w:lang w:val="it-IT"/>
        </w:rPr>
        <w:t>Ol</w:t>
      </w:r>
      <w:r w:rsidR="00074A84">
        <w:rPr>
          <w:rFonts w:ascii="Arial" w:hAnsi="Arial" w:cs="Arial"/>
          <w:lang w:val="it-IT"/>
        </w:rPr>
        <w:t>t</w:t>
      </w:r>
      <w:r w:rsidRPr="00062136">
        <w:rPr>
          <w:rFonts w:ascii="Arial" w:hAnsi="Arial" w:cs="Arial"/>
          <w:lang w:val="it-IT"/>
        </w:rPr>
        <w:t xml:space="preserve">re alle sue incredibili prestazioni stradali, la Jaguar </w:t>
      </w:r>
      <w:proofErr w:type="spellStart"/>
      <w:r w:rsidRPr="00062136">
        <w:rPr>
          <w:rFonts w:ascii="Arial" w:hAnsi="Arial" w:cs="Arial"/>
          <w:lang w:val="it-IT"/>
        </w:rPr>
        <w:t>Mk</w:t>
      </w:r>
      <w:proofErr w:type="spellEnd"/>
      <w:r w:rsidRPr="00062136">
        <w:rPr>
          <w:rFonts w:ascii="Arial" w:hAnsi="Arial" w:cs="Arial"/>
          <w:lang w:val="it-IT"/>
        </w:rPr>
        <w:t xml:space="preserve"> 2 fu estremamente competitiva anche in pista, facendo registrar</w:t>
      </w:r>
      <w:r>
        <w:rPr>
          <w:rFonts w:ascii="Arial" w:hAnsi="Arial" w:cs="Arial"/>
          <w:lang w:val="it-IT"/>
        </w:rPr>
        <w:t>e</w:t>
      </w:r>
      <w:r w:rsidRPr="00062136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innumerevoli v</w:t>
      </w:r>
      <w:r w:rsidRPr="00062136">
        <w:rPr>
          <w:rFonts w:ascii="Arial" w:hAnsi="Arial" w:cs="Arial"/>
          <w:lang w:val="it-IT"/>
        </w:rPr>
        <w:t xml:space="preserve">ittorie </w:t>
      </w:r>
      <w:r>
        <w:rPr>
          <w:rFonts w:ascii="Arial" w:hAnsi="Arial" w:cs="Arial"/>
          <w:lang w:val="it-IT"/>
        </w:rPr>
        <w:t xml:space="preserve">con al volante grandi piloti del calibro di </w:t>
      </w:r>
      <w:proofErr w:type="spellStart"/>
      <w:r w:rsidRPr="00062136">
        <w:rPr>
          <w:rFonts w:ascii="Arial" w:hAnsi="Arial" w:cs="Arial"/>
          <w:lang w:val="it-IT"/>
        </w:rPr>
        <w:t>Roy</w:t>
      </w:r>
      <w:proofErr w:type="spellEnd"/>
      <w:r w:rsidRPr="00062136">
        <w:rPr>
          <w:rFonts w:ascii="Arial" w:hAnsi="Arial" w:cs="Arial"/>
          <w:lang w:val="it-IT"/>
        </w:rPr>
        <w:t xml:space="preserve"> Salvadori </w:t>
      </w:r>
      <w:r>
        <w:rPr>
          <w:rFonts w:ascii="Arial" w:hAnsi="Arial" w:cs="Arial"/>
          <w:lang w:val="it-IT"/>
        </w:rPr>
        <w:t xml:space="preserve">e </w:t>
      </w:r>
      <w:r w:rsidRPr="00062136">
        <w:rPr>
          <w:rFonts w:ascii="Arial" w:hAnsi="Arial" w:cs="Arial"/>
          <w:lang w:val="it-IT"/>
        </w:rPr>
        <w:t xml:space="preserve">Graham Hill. </w:t>
      </w:r>
    </w:p>
    <w:p w14:paraId="0DC21056" w14:textId="77777777" w:rsidR="00BB3D33" w:rsidRDefault="00BB3D33" w:rsidP="002B5629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14:paraId="5AEFD6CC" w14:textId="77777777" w:rsidR="000401D4" w:rsidRDefault="000401D4" w:rsidP="000401D4">
      <w:pPr>
        <w:spacing w:after="0" w:line="360" w:lineRule="auto"/>
        <w:jc w:val="both"/>
        <w:rPr>
          <w:rFonts w:ascii="Arial" w:eastAsia="Arial" w:hAnsi="Arial" w:cs="Arial"/>
          <w:lang w:val="it-IT"/>
        </w:rPr>
      </w:pPr>
    </w:p>
    <w:p w14:paraId="3E10418D" w14:textId="77777777" w:rsidR="000401D4" w:rsidRDefault="000401D4" w:rsidP="000401D4">
      <w:pPr>
        <w:spacing w:after="0" w:line="360" w:lineRule="auto"/>
        <w:jc w:val="both"/>
        <w:rPr>
          <w:rFonts w:ascii="Arial" w:eastAsia="Arial" w:hAnsi="Arial" w:cs="Arial"/>
          <w:lang w:val="it-IT"/>
        </w:rPr>
      </w:pPr>
    </w:p>
    <w:p w14:paraId="135F68BF" w14:textId="77777777" w:rsidR="000401D4" w:rsidRDefault="000401D4" w:rsidP="000401D4">
      <w:pPr>
        <w:spacing w:after="0" w:line="360" w:lineRule="auto"/>
        <w:jc w:val="both"/>
        <w:rPr>
          <w:rFonts w:ascii="Arial" w:eastAsia="Arial" w:hAnsi="Arial" w:cs="Arial"/>
          <w:lang w:val="it-IT"/>
        </w:rPr>
      </w:pPr>
      <w:r w:rsidRPr="009721F7">
        <w:rPr>
          <w:rFonts w:ascii="Arial" w:eastAsia="Arial" w:hAnsi="Arial" w:cs="Arial"/>
          <w:lang w:val="it-IT"/>
        </w:rPr>
        <w:t xml:space="preserve">Ulteriori informazioni </w:t>
      </w:r>
      <w:r>
        <w:rPr>
          <w:rFonts w:ascii="Arial" w:eastAsia="Arial" w:hAnsi="Arial" w:cs="Arial"/>
          <w:lang w:val="it-IT"/>
        </w:rPr>
        <w:t xml:space="preserve">e galleria immagini delle 3 opere parte dell’opera fotografica </w:t>
      </w:r>
      <w:r w:rsidRPr="005E686C">
        <w:rPr>
          <w:rFonts w:ascii="Arial" w:eastAsia="Arial" w:hAnsi="Arial" w:cs="Arial"/>
          <w:b/>
          <w:lang w:val="it-IT"/>
        </w:rPr>
        <w:t xml:space="preserve">“Rooms by </w:t>
      </w:r>
      <w:proofErr w:type="spellStart"/>
      <w:r w:rsidRPr="005E686C">
        <w:rPr>
          <w:rFonts w:ascii="Arial" w:eastAsia="Arial" w:hAnsi="Arial" w:cs="Arial"/>
          <w:b/>
          <w:lang w:val="it-IT"/>
        </w:rPr>
        <w:t>Rankin</w:t>
      </w:r>
      <w:proofErr w:type="spellEnd"/>
      <w:r>
        <w:rPr>
          <w:rFonts w:ascii="Arial" w:eastAsia="Arial" w:hAnsi="Arial" w:cs="Arial"/>
          <w:lang w:val="it-IT"/>
        </w:rPr>
        <w:t xml:space="preserve">”  sono disponibili sul sito: </w:t>
      </w:r>
      <w:hyperlink r:id="rId9" w:history="1">
        <w:r w:rsidRPr="00480532">
          <w:rPr>
            <w:rStyle w:val="Collegamentoipertestuale"/>
            <w:rFonts w:ascii="Arial" w:eastAsia="Arial" w:hAnsi="Arial" w:cs="Arial"/>
            <w:lang w:val="it-IT"/>
          </w:rPr>
          <w:t>www.media.jaguar.com</w:t>
        </w:r>
      </w:hyperlink>
    </w:p>
    <w:p w14:paraId="4E42341D" w14:textId="77777777" w:rsidR="000401D4" w:rsidRPr="005E686C" w:rsidRDefault="000401D4" w:rsidP="000401D4">
      <w:pPr>
        <w:spacing w:after="0" w:line="360" w:lineRule="auto"/>
        <w:jc w:val="both"/>
        <w:rPr>
          <w:rFonts w:ascii="Arial" w:eastAsia="Arial" w:hAnsi="Arial" w:cs="Arial"/>
          <w:lang w:val="it-IT"/>
        </w:rPr>
      </w:pPr>
    </w:p>
    <w:p w14:paraId="5CD6165F" w14:textId="77777777" w:rsidR="000401D4" w:rsidRPr="000401D4" w:rsidRDefault="000401D4" w:rsidP="000401D4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0401D4">
        <w:rPr>
          <w:rFonts w:ascii="Arial" w:eastAsia="Arial" w:hAnsi="Arial" w:cs="Arial"/>
          <w:b/>
          <w:sz w:val="20"/>
          <w:szCs w:val="20"/>
        </w:rPr>
        <w:t>XF:  FLYING  HIGH</w:t>
      </w:r>
    </w:p>
    <w:p w14:paraId="1C25328D" w14:textId="77777777" w:rsidR="000401D4" w:rsidRPr="000401D4" w:rsidRDefault="000401D4" w:rsidP="000401D4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0401D4">
        <w:rPr>
          <w:rFonts w:ascii="Arial" w:eastAsia="Arial" w:hAnsi="Arial" w:cs="Arial"/>
          <w:sz w:val="20"/>
          <w:szCs w:val="20"/>
        </w:rPr>
        <w:t xml:space="preserve">“Flying High” ha come </w:t>
      </w:r>
      <w:proofErr w:type="spellStart"/>
      <w:r w:rsidRPr="000401D4">
        <w:rPr>
          <w:rFonts w:ascii="Arial" w:eastAsia="Arial" w:hAnsi="Arial" w:cs="Arial"/>
          <w:sz w:val="20"/>
          <w:szCs w:val="20"/>
        </w:rPr>
        <w:t>soggetto</w:t>
      </w:r>
      <w:proofErr w:type="spellEnd"/>
      <w:r w:rsidRPr="000401D4">
        <w:rPr>
          <w:rFonts w:ascii="Arial" w:eastAsia="Arial" w:hAnsi="Arial" w:cs="Arial"/>
          <w:sz w:val="20"/>
          <w:szCs w:val="20"/>
        </w:rPr>
        <w:t xml:space="preserve"> la Jaguar XF. </w:t>
      </w:r>
      <w:r w:rsidRPr="000401D4">
        <w:rPr>
          <w:rFonts w:ascii="Arial" w:eastAsia="Arial" w:hAnsi="Arial" w:cs="Arial"/>
          <w:sz w:val="20"/>
          <w:szCs w:val="20"/>
          <w:lang w:val="it-IT"/>
        </w:rPr>
        <w:t xml:space="preserve">Utilizzando centinaia di uccelli di carta realizzati a mano, rifiniti in arancione brillante per creare uno spettacolare contrasto con la fantastica vernice metallizzata della XF, l’immagine esalta l’opera ingegneristica della vettura e le sue splendide linee esterne. </w:t>
      </w:r>
    </w:p>
    <w:p w14:paraId="5A10FE3F" w14:textId="77777777" w:rsidR="000401D4" w:rsidRPr="000401D4" w:rsidRDefault="000401D4" w:rsidP="000401D4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58F6AB79" w14:textId="77777777" w:rsidR="000401D4" w:rsidRPr="000401D4" w:rsidRDefault="000401D4" w:rsidP="000401D4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0401D4">
        <w:rPr>
          <w:rFonts w:ascii="Arial" w:eastAsia="Arial" w:hAnsi="Arial" w:cs="Arial"/>
          <w:b/>
          <w:sz w:val="20"/>
          <w:szCs w:val="20"/>
        </w:rPr>
        <w:t>XE:  MOVING IN THE MIST</w:t>
      </w:r>
    </w:p>
    <w:p w14:paraId="0A1D3314" w14:textId="77777777" w:rsidR="000401D4" w:rsidRPr="000401D4" w:rsidRDefault="000401D4" w:rsidP="000401D4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0401D4">
        <w:rPr>
          <w:rFonts w:ascii="Arial" w:eastAsia="Arial" w:hAnsi="Arial" w:cs="Arial"/>
          <w:sz w:val="20"/>
          <w:szCs w:val="20"/>
        </w:rPr>
        <w:t xml:space="preserve">“Moving in the Mist”  ha come </w:t>
      </w:r>
      <w:proofErr w:type="spellStart"/>
      <w:r w:rsidRPr="000401D4">
        <w:rPr>
          <w:rFonts w:ascii="Arial" w:eastAsia="Arial" w:hAnsi="Arial" w:cs="Arial"/>
          <w:sz w:val="20"/>
          <w:szCs w:val="20"/>
        </w:rPr>
        <w:t>soggetto</w:t>
      </w:r>
      <w:proofErr w:type="spellEnd"/>
      <w:r w:rsidRPr="000401D4">
        <w:rPr>
          <w:rFonts w:ascii="Arial" w:eastAsia="Arial" w:hAnsi="Arial" w:cs="Arial"/>
          <w:sz w:val="20"/>
          <w:szCs w:val="20"/>
        </w:rPr>
        <w:t xml:space="preserve"> la Jaguar XE. </w:t>
      </w:r>
      <w:r w:rsidRPr="000401D4">
        <w:rPr>
          <w:rFonts w:ascii="Arial" w:eastAsia="Arial" w:hAnsi="Arial" w:cs="Arial"/>
          <w:sz w:val="20"/>
          <w:szCs w:val="20"/>
          <w:lang w:val="it-IT"/>
        </w:rPr>
        <w:t xml:space="preserve">Utilizzando strati di fogli traslucidi sospesi su sostegni appositamente costruiti e coadiuvati da una serie di macchine del vento per creare un flusso d’aria controllato, l’immagine finale è un tributo alla forma fluente e alla naturale eleganza della XE. </w:t>
      </w:r>
    </w:p>
    <w:p w14:paraId="1D3D2BE2" w14:textId="77777777" w:rsidR="000401D4" w:rsidRPr="000401D4" w:rsidRDefault="000401D4" w:rsidP="000401D4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4EC9379F" w14:textId="77777777" w:rsidR="000401D4" w:rsidRPr="000401D4" w:rsidRDefault="000401D4" w:rsidP="000401D4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val="it-IT"/>
        </w:rPr>
      </w:pPr>
      <w:proofErr w:type="spellStart"/>
      <w:r w:rsidRPr="000401D4">
        <w:rPr>
          <w:rFonts w:ascii="Arial" w:eastAsia="Arial" w:hAnsi="Arial" w:cs="Arial"/>
          <w:b/>
          <w:sz w:val="20"/>
          <w:szCs w:val="20"/>
          <w:lang w:val="it-IT"/>
        </w:rPr>
        <w:t>Mk</w:t>
      </w:r>
      <w:proofErr w:type="spellEnd"/>
      <w:r w:rsidRPr="000401D4">
        <w:rPr>
          <w:rFonts w:ascii="Arial" w:eastAsia="Arial" w:hAnsi="Arial" w:cs="Arial"/>
          <w:b/>
          <w:sz w:val="20"/>
          <w:szCs w:val="20"/>
          <w:lang w:val="it-IT"/>
        </w:rPr>
        <w:t xml:space="preserve"> 2: PERIOD DRAMA</w:t>
      </w:r>
    </w:p>
    <w:p w14:paraId="1867A349" w14:textId="77777777" w:rsidR="000401D4" w:rsidRPr="000401D4" w:rsidRDefault="000401D4" w:rsidP="000401D4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0401D4">
        <w:rPr>
          <w:rFonts w:ascii="Arial" w:eastAsia="Arial" w:hAnsi="Arial" w:cs="Arial"/>
          <w:sz w:val="20"/>
          <w:szCs w:val="20"/>
          <w:lang w:val="it-IT"/>
        </w:rPr>
        <w:t>“</w:t>
      </w:r>
      <w:proofErr w:type="spellStart"/>
      <w:r w:rsidRPr="000401D4">
        <w:rPr>
          <w:rFonts w:ascii="Arial" w:eastAsia="Arial" w:hAnsi="Arial" w:cs="Arial"/>
          <w:sz w:val="20"/>
          <w:szCs w:val="20"/>
          <w:lang w:val="it-IT"/>
        </w:rPr>
        <w:t>Period</w:t>
      </w:r>
      <w:proofErr w:type="spellEnd"/>
      <w:r w:rsidRPr="000401D4">
        <w:rPr>
          <w:rFonts w:ascii="Arial" w:eastAsia="Arial" w:hAnsi="Arial" w:cs="Arial"/>
          <w:sz w:val="20"/>
          <w:szCs w:val="20"/>
          <w:lang w:val="it-IT"/>
        </w:rPr>
        <w:t xml:space="preserve"> Drama”  rappresenta una nostalgica immagine che celebra il 60° anniversario della Jaguar </w:t>
      </w:r>
      <w:proofErr w:type="spellStart"/>
      <w:r w:rsidRPr="000401D4">
        <w:rPr>
          <w:rFonts w:ascii="Arial" w:eastAsia="Arial" w:hAnsi="Arial" w:cs="Arial"/>
          <w:sz w:val="20"/>
          <w:szCs w:val="20"/>
          <w:lang w:val="it-IT"/>
        </w:rPr>
        <w:t>Mk</w:t>
      </w:r>
      <w:proofErr w:type="spellEnd"/>
      <w:r w:rsidRPr="000401D4">
        <w:rPr>
          <w:rFonts w:ascii="Arial" w:eastAsia="Arial" w:hAnsi="Arial" w:cs="Arial"/>
          <w:sz w:val="20"/>
          <w:szCs w:val="20"/>
          <w:lang w:val="it-IT"/>
        </w:rPr>
        <w:t xml:space="preserve"> 2. </w:t>
      </w:r>
    </w:p>
    <w:p w14:paraId="070DAB90" w14:textId="77777777" w:rsidR="000401D4" w:rsidRDefault="000401D4" w:rsidP="002B5629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14:paraId="4DFDDFFD" w14:textId="77777777" w:rsidR="000401D4" w:rsidRDefault="000401D4" w:rsidP="002B5629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14:paraId="46746BC3" w14:textId="68F97780" w:rsidR="00E12552" w:rsidRDefault="00BB3D33" w:rsidP="002B5629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NOTE</w:t>
      </w:r>
    </w:p>
    <w:p w14:paraId="456A558C" w14:textId="1B60B2DB" w:rsidR="00BB3D33" w:rsidRDefault="00BB3D33" w:rsidP="002B5629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14:paraId="6C01A592" w14:textId="77777777" w:rsidR="00BB3D33" w:rsidRPr="00BB3D33" w:rsidRDefault="00BB3D33" w:rsidP="00BB3D33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val="it-IT"/>
        </w:rPr>
      </w:pPr>
      <w:r w:rsidRPr="00BB3D33">
        <w:rPr>
          <w:rFonts w:ascii="Arial" w:eastAsia="Arial" w:hAnsi="Arial" w:cs="Arial"/>
          <w:b/>
          <w:sz w:val="20"/>
          <w:szCs w:val="20"/>
          <w:lang w:val="it-IT"/>
        </w:rPr>
        <w:t xml:space="preserve">Partnership Jaguar e </w:t>
      </w:r>
      <w:proofErr w:type="spellStart"/>
      <w:r w:rsidRPr="00BB3D33">
        <w:rPr>
          <w:rFonts w:ascii="Arial" w:eastAsia="Arial" w:hAnsi="Arial" w:cs="Arial"/>
          <w:b/>
          <w:sz w:val="20"/>
          <w:szCs w:val="20"/>
          <w:lang w:val="it-IT"/>
        </w:rPr>
        <w:t>Rankin</w:t>
      </w:r>
      <w:proofErr w:type="spellEnd"/>
      <w:r w:rsidRPr="00BB3D33">
        <w:rPr>
          <w:rFonts w:ascii="Arial" w:eastAsia="Arial" w:hAnsi="Arial" w:cs="Arial"/>
          <w:b/>
          <w:sz w:val="20"/>
          <w:szCs w:val="20"/>
          <w:lang w:val="it-IT"/>
        </w:rPr>
        <w:t xml:space="preserve"> </w:t>
      </w:r>
    </w:p>
    <w:p w14:paraId="1639B865" w14:textId="6F15E5F3" w:rsidR="00BB3D33" w:rsidRPr="00BB3D33" w:rsidRDefault="00BB3D33" w:rsidP="00BB3D33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C21260">
        <w:rPr>
          <w:rFonts w:ascii="Arial" w:eastAsia="Arial" w:hAnsi="Arial" w:cs="Arial"/>
          <w:sz w:val="20"/>
          <w:szCs w:val="20"/>
          <w:lang w:val="it-IT"/>
        </w:rPr>
        <w:t xml:space="preserve">Le prime due immagini dell’opera “Rooms for </w:t>
      </w:r>
      <w:proofErr w:type="spellStart"/>
      <w:r w:rsidRPr="00C21260">
        <w:rPr>
          <w:rFonts w:ascii="Arial" w:eastAsia="Arial" w:hAnsi="Arial" w:cs="Arial"/>
          <w:sz w:val="20"/>
          <w:szCs w:val="20"/>
          <w:lang w:val="it-IT"/>
        </w:rPr>
        <w:t>Rankin</w:t>
      </w:r>
      <w:proofErr w:type="spellEnd"/>
      <w:r w:rsidRPr="00C21260">
        <w:rPr>
          <w:rFonts w:ascii="Arial" w:eastAsia="Arial" w:hAnsi="Arial" w:cs="Arial"/>
          <w:sz w:val="20"/>
          <w:szCs w:val="20"/>
          <w:lang w:val="it-IT"/>
        </w:rPr>
        <w:t>” vedono come protagoniste l</w:t>
      </w:r>
      <w:r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C21260">
        <w:rPr>
          <w:rFonts w:ascii="Arial" w:eastAsia="Arial" w:hAnsi="Arial" w:cs="Arial"/>
          <w:sz w:val="20"/>
          <w:szCs w:val="20"/>
          <w:lang w:val="it-IT"/>
        </w:rPr>
        <w:t xml:space="preserve">Jaguar XF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C21260">
        <w:rPr>
          <w:rFonts w:ascii="Arial" w:eastAsia="Arial" w:hAnsi="Arial" w:cs="Arial"/>
          <w:sz w:val="20"/>
          <w:szCs w:val="20"/>
          <w:lang w:val="it-IT"/>
        </w:rPr>
        <w:t xml:space="preserve">XE. </w:t>
      </w:r>
      <w:r w:rsidRPr="00772C7D">
        <w:rPr>
          <w:rFonts w:ascii="Arial" w:eastAsia="Arial" w:hAnsi="Arial" w:cs="Arial"/>
          <w:sz w:val="20"/>
          <w:szCs w:val="20"/>
          <w:lang w:val="it-IT"/>
        </w:rPr>
        <w:t>La foto dedicata alla XF è stata intitolata “Flying High” e ha previsto la creazione di centin</w:t>
      </w:r>
      <w:r>
        <w:rPr>
          <w:rFonts w:ascii="Arial" w:eastAsia="Arial" w:hAnsi="Arial" w:cs="Arial"/>
          <w:sz w:val="20"/>
          <w:szCs w:val="20"/>
          <w:lang w:val="it-IT"/>
        </w:rPr>
        <w:t>aia di uccelli di carta realizzati a mano in sospensione sopra l’auto, in modo da enfatizzare la precisione utilizzata nella creazione del suo design</w:t>
      </w:r>
      <w:r w:rsidRPr="00772C7D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FE35F1">
        <w:rPr>
          <w:rFonts w:ascii="Arial" w:eastAsia="Arial" w:hAnsi="Arial" w:cs="Arial"/>
          <w:sz w:val="20"/>
          <w:szCs w:val="20"/>
          <w:lang w:val="it-IT"/>
        </w:rPr>
        <w:t>L’immagine dedicat</w:t>
      </w:r>
      <w:r w:rsidR="00074A84">
        <w:rPr>
          <w:rFonts w:ascii="Arial" w:eastAsia="Arial" w:hAnsi="Arial" w:cs="Arial"/>
          <w:sz w:val="20"/>
          <w:szCs w:val="20"/>
          <w:lang w:val="it-IT"/>
        </w:rPr>
        <w:t>a</w:t>
      </w:r>
      <w:r w:rsidRPr="00FE35F1">
        <w:rPr>
          <w:rFonts w:ascii="Arial" w:eastAsia="Arial" w:hAnsi="Arial" w:cs="Arial"/>
          <w:sz w:val="20"/>
          <w:szCs w:val="20"/>
          <w:lang w:val="it-IT"/>
        </w:rPr>
        <w:t xml:space="preserve"> alla XE è stata intitolata “</w:t>
      </w:r>
      <w:proofErr w:type="spellStart"/>
      <w:r w:rsidRPr="00FE35F1">
        <w:rPr>
          <w:rFonts w:ascii="Arial" w:eastAsia="Arial" w:hAnsi="Arial" w:cs="Arial"/>
          <w:sz w:val="20"/>
          <w:szCs w:val="20"/>
          <w:lang w:val="it-IT"/>
        </w:rPr>
        <w:t>Moving</w:t>
      </w:r>
      <w:proofErr w:type="spellEnd"/>
      <w:r w:rsidRPr="00FE35F1">
        <w:rPr>
          <w:rFonts w:ascii="Arial" w:eastAsia="Arial" w:hAnsi="Arial" w:cs="Arial"/>
          <w:sz w:val="20"/>
          <w:szCs w:val="20"/>
          <w:lang w:val="it-IT"/>
        </w:rPr>
        <w:t xml:space="preserve"> in the </w:t>
      </w:r>
      <w:proofErr w:type="spellStart"/>
      <w:r w:rsidRPr="00FE35F1">
        <w:rPr>
          <w:rFonts w:ascii="Arial" w:eastAsia="Arial" w:hAnsi="Arial" w:cs="Arial"/>
          <w:sz w:val="20"/>
          <w:szCs w:val="20"/>
          <w:lang w:val="it-IT"/>
        </w:rPr>
        <w:t>Mist</w:t>
      </w:r>
      <w:proofErr w:type="spellEnd"/>
      <w:r w:rsidRPr="00FE35F1">
        <w:rPr>
          <w:rFonts w:ascii="Arial" w:eastAsia="Arial" w:hAnsi="Arial" w:cs="Arial"/>
          <w:sz w:val="20"/>
          <w:szCs w:val="20"/>
          <w:lang w:val="it-IT"/>
        </w:rPr>
        <w:t xml:space="preserve">” ed è stata realizzata utilizzando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fogli traslucidi in modo da integrarsi con la forma fluente ed elegante dell’auto. </w:t>
      </w:r>
    </w:p>
    <w:p w14:paraId="685E3258" w14:textId="77777777" w:rsidR="001B1B10" w:rsidRDefault="001B1B10" w:rsidP="002B5629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14:paraId="1E71DF4A" w14:textId="77777777" w:rsidR="00865DFE" w:rsidRPr="0040514E" w:rsidRDefault="00865DFE" w:rsidP="002B5629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40514E">
        <w:rPr>
          <w:rFonts w:ascii="Arial" w:hAnsi="Arial" w:cs="Arial"/>
          <w:b/>
          <w:sz w:val="20"/>
          <w:szCs w:val="20"/>
          <w:lang w:val="it-IT"/>
        </w:rPr>
        <w:t>Jaguar</w:t>
      </w:r>
    </w:p>
    <w:p w14:paraId="118FDD2C" w14:textId="45EE067B" w:rsidR="00865DFE" w:rsidRPr="000D4FB9" w:rsidRDefault="00865DFE" w:rsidP="002B5629">
      <w:p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lang w:val="it-IT"/>
        </w:rPr>
      </w:pPr>
      <w:r w:rsidRPr="000D4FB9">
        <w:rPr>
          <w:rFonts w:ascii="Arial" w:hAnsi="Arial" w:cs="Arial"/>
          <w:sz w:val="20"/>
          <w:lang w:val="it-IT"/>
        </w:rPr>
        <w:t xml:space="preserve">Per 80 anni lo stile elegante e le prestazioni mozzafiato delle vetture Jaguar hanno entusiasmato e deliziato tutto il mondo. L’attuale famiglia di vetture Jaguar incarna la filosofia The Art of Performance, con le ammirate pluripremiate berline XE, XF e XJ, la spettacolare sportiva F-TYPE, il SUV performante F-PACE -   </w:t>
      </w:r>
      <w:r w:rsidRPr="000D4FB9">
        <w:rPr>
          <w:rFonts w:ascii="Arial" w:hAnsi="Arial" w:cs="Arial"/>
          <w:i/>
          <w:sz w:val="20"/>
          <w:lang w:val="it-IT"/>
        </w:rPr>
        <w:t>la Jaguar venduta più velocemente di sempre</w:t>
      </w:r>
      <w:r w:rsidRPr="000D4FB9">
        <w:rPr>
          <w:rFonts w:ascii="Arial" w:hAnsi="Arial" w:cs="Arial"/>
          <w:sz w:val="20"/>
          <w:lang w:val="it-IT"/>
        </w:rPr>
        <w:t xml:space="preserve"> – la nuova E-PACE, il SUV compatto ad alte prestazioni e la nuova </w:t>
      </w:r>
      <w:r w:rsidR="009721F7">
        <w:rPr>
          <w:rFonts w:ascii="Arial" w:hAnsi="Arial" w:cs="Arial"/>
          <w:sz w:val="20"/>
          <w:lang w:val="it-IT"/>
        </w:rPr>
        <w:t xml:space="preserve">I-PACE, il </w:t>
      </w:r>
      <w:r w:rsidRPr="000D4FB9">
        <w:rPr>
          <w:rFonts w:ascii="Arial" w:hAnsi="Arial" w:cs="Arial"/>
          <w:sz w:val="20"/>
          <w:lang w:val="it-IT"/>
        </w:rPr>
        <w:t>prestazionale SUV interamente elettrico</w:t>
      </w:r>
      <w:r w:rsidR="00CF44A2">
        <w:rPr>
          <w:rFonts w:ascii="Arial" w:hAnsi="Arial" w:cs="Arial"/>
          <w:sz w:val="20"/>
          <w:lang w:val="it-IT"/>
        </w:rPr>
        <w:t xml:space="preserve">, eletto </w:t>
      </w:r>
      <w:r w:rsidR="00CF44A2" w:rsidRPr="00CF44A2">
        <w:rPr>
          <w:rFonts w:ascii="Arial" w:eastAsia="Arial" w:hAnsi="Arial" w:cs="Arial"/>
          <w:sz w:val="20"/>
          <w:szCs w:val="20"/>
          <w:lang w:val="it-IT"/>
        </w:rPr>
        <w:t xml:space="preserve">World Car </w:t>
      </w:r>
      <w:r w:rsidR="00CF44A2">
        <w:rPr>
          <w:rFonts w:ascii="Arial" w:eastAsia="Arial" w:hAnsi="Arial" w:cs="Arial"/>
          <w:sz w:val="20"/>
          <w:szCs w:val="20"/>
          <w:lang w:val="it-IT"/>
        </w:rPr>
        <w:t>e</w:t>
      </w:r>
      <w:r w:rsidR="00CF44A2" w:rsidRPr="00CF44A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spellStart"/>
      <w:r w:rsidR="00CF44A2" w:rsidRPr="00CF44A2">
        <w:rPr>
          <w:rFonts w:ascii="Arial" w:eastAsia="Arial" w:hAnsi="Arial" w:cs="Arial"/>
          <w:sz w:val="20"/>
          <w:szCs w:val="20"/>
          <w:lang w:val="it-IT"/>
        </w:rPr>
        <w:t>European</w:t>
      </w:r>
      <w:proofErr w:type="spellEnd"/>
      <w:r w:rsidR="00CF44A2" w:rsidRPr="00CF44A2">
        <w:rPr>
          <w:rFonts w:ascii="Arial" w:eastAsia="Arial" w:hAnsi="Arial" w:cs="Arial"/>
          <w:sz w:val="20"/>
          <w:szCs w:val="20"/>
          <w:lang w:val="it-IT"/>
        </w:rPr>
        <w:t xml:space="preserve"> Car of the </w:t>
      </w:r>
      <w:proofErr w:type="spellStart"/>
      <w:r w:rsidR="00CF44A2" w:rsidRPr="00CF44A2">
        <w:rPr>
          <w:rFonts w:ascii="Arial" w:eastAsia="Arial" w:hAnsi="Arial" w:cs="Arial"/>
          <w:sz w:val="20"/>
          <w:szCs w:val="20"/>
          <w:lang w:val="it-IT"/>
        </w:rPr>
        <w:t>Year</w:t>
      </w:r>
      <w:proofErr w:type="spellEnd"/>
      <w:r w:rsidRPr="000D4FB9">
        <w:rPr>
          <w:rFonts w:ascii="Arial" w:hAnsi="Arial" w:cs="Arial"/>
          <w:sz w:val="20"/>
          <w:lang w:val="it-IT"/>
        </w:rPr>
        <w:t xml:space="preserve"> </w:t>
      </w:r>
      <w:r w:rsidR="00CF44A2">
        <w:rPr>
          <w:rFonts w:ascii="Arial" w:hAnsi="Arial" w:cs="Arial"/>
          <w:sz w:val="20"/>
          <w:lang w:val="it-IT"/>
        </w:rPr>
        <w:t xml:space="preserve">2019, </w:t>
      </w:r>
      <w:r w:rsidRPr="000D4FB9">
        <w:rPr>
          <w:rFonts w:ascii="Arial" w:hAnsi="Arial" w:cs="Arial"/>
          <w:sz w:val="20"/>
          <w:lang w:val="it-IT"/>
        </w:rPr>
        <w:t xml:space="preserve">che consente a Jaguar di essere all’avanguardia in questo rivoluzionario segmento di mercato. </w:t>
      </w:r>
    </w:p>
    <w:p w14:paraId="2A7AECDE" w14:textId="77777777" w:rsidR="003D6B56" w:rsidRDefault="003D6B56" w:rsidP="002B5629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val="it-IT"/>
        </w:rPr>
      </w:pPr>
    </w:p>
    <w:p w14:paraId="707675FD" w14:textId="63DCD8ED" w:rsidR="00D71C6C" w:rsidRPr="001B74E9" w:rsidRDefault="00D71C6C" w:rsidP="002B5629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val="it-IT"/>
        </w:rPr>
      </w:pPr>
      <w:proofErr w:type="spellStart"/>
      <w:r w:rsidRPr="001B74E9">
        <w:rPr>
          <w:rFonts w:ascii="Arial" w:eastAsia="Arial" w:hAnsi="Arial" w:cs="Arial"/>
          <w:b/>
          <w:sz w:val="20"/>
          <w:szCs w:val="20"/>
          <w:lang w:val="it-IT"/>
        </w:rPr>
        <w:t>Rankin</w:t>
      </w:r>
      <w:proofErr w:type="spellEnd"/>
    </w:p>
    <w:p w14:paraId="0B99686B" w14:textId="62E55488" w:rsidR="00D71C6C" w:rsidRDefault="00D71C6C" w:rsidP="002B5629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spellStart"/>
      <w:r w:rsidRPr="001B74E9">
        <w:rPr>
          <w:rFonts w:ascii="Arial" w:eastAsia="Arial" w:hAnsi="Arial" w:cs="Arial"/>
          <w:sz w:val="20"/>
          <w:szCs w:val="20"/>
          <w:lang w:val="it-IT"/>
        </w:rPr>
        <w:t>Rankin</w:t>
      </w:r>
      <w:proofErr w:type="spellEnd"/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 è un fotografo, editore e regista britannico. Ha studiato al </w:t>
      </w:r>
      <w:proofErr w:type="spellStart"/>
      <w:r w:rsidRPr="001B74E9">
        <w:rPr>
          <w:rFonts w:ascii="Arial" w:eastAsia="Arial" w:hAnsi="Arial" w:cs="Arial"/>
          <w:sz w:val="20"/>
          <w:szCs w:val="20"/>
          <w:lang w:val="it-IT"/>
        </w:rPr>
        <w:t>London</w:t>
      </w:r>
      <w:proofErr w:type="spellEnd"/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 College of Printing e, lì, ha incontrato il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suo </w:t>
      </w:r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collega Jefferson </w:t>
      </w:r>
      <w:proofErr w:type="spellStart"/>
      <w:r w:rsidRPr="001B74E9">
        <w:rPr>
          <w:rFonts w:ascii="Arial" w:eastAsia="Arial" w:hAnsi="Arial" w:cs="Arial"/>
          <w:sz w:val="20"/>
          <w:szCs w:val="20"/>
          <w:lang w:val="it-IT"/>
        </w:rPr>
        <w:t>Hack</w:t>
      </w:r>
      <w:proofErr w:type="spellEnd"/>
      <w:r>
        <w:rPr>
          <w:rFonts w:ascii="Arial" w:eastAsia="Arial" w:hAnsi="Arial" w:cs="Arial"/>
          <w:sz w:val="20"/>
          <w:szCs w:val="20"/>
          <w:lang w:val="it-IT"/>
        </w:rPr>
        <w:t xml:space="preserve">, con il quale ha </w:t>
      </w:r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lanciato l'iconica rivista di cultura pop, </w:t>
      </w:r>
      <w:proofErr w:type="spellStart"/>
      <w:r w:rsidRPr="001B74E9">
        <w:rPr>
          <w:rFonts w:ascii="Arial" w:eastAsia="Arial" w:hAnsi="Arial" w:cs="Arial"/>
          <w:sz w:val="20"/>
          <w:szCs w:val="20"/>
          <w:lang w:val="it-IT"/>
        </w:rPr>
        <w:t>Dazed</w:t>
      </w:r>
      <w:proofErr w:type="spellEnd"/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 and </w:t>
      </w:r>
      <w:proofErr w:type="spellStart"/>
      <w:r w:rsidRPr="001B74E9">
        <w:rPr>
          <w:rFonts w:ascii="Arial" w:eastAsia="Arial" w:hAnsi="Arial" w:cs="Arial"/>
          <w:sz w:val="20"/>
          <w:szCs w:val="20"/>
          <w:lang w:val="it-IT"/>
        </w:rPr>
        <w:t>Confused</w:t>
      </w:r>
      <w:proofErr w:type="spellEnd"/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proofErr w:type="spellStart"/>
      <w:r w:rsidRPr="001B74E9">
        <w:rPr>
          <w:rFonts w:ascii="Arial" w:eastAsia="Arial" w:hAnsi="Arial" w:cs="Arial"/>
          <w:sz w:val="20"/>
          <w:szCs w:val="20"/>
          <w:lang w:val="it-IT"/>
        </w:rPr>
        <w:t>Rankin</w:t>
      </w:r>
      <w:proofErr w:type="spellEnd"/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 è ora considerato uno dei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più famosi fotografi del mondo, </w:t>
      </w:r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con uno stile tanto audace quanto il contenuto di quella rivista. Il suo portfolio è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composto da </w:t>
      </w:r>
      <w:r w:rsidR="002206FF">
        <w:rPr>
          <w:rFonts w:ascii="Arial" w:eastAsia="Arial" w:hAnsi="Arial" w:cs="Arial"/>
          <w:sz w:val="20"/>
          <w:szCs w:val="20"/>
          <w:lang w:val="it-IT"/>
        </w:rPr>
        <w:t>molti</w:t>
      </w:r>
      <w:r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nomi famosi, tra cui Tony Blair, </w:t>
      </w:r>
      <w:proofErr w:type="spellStart"/>
      <w:r w:rsidRPr="001B74E9">
        <w:rPr>
          <w:rFonts w:ascii="Arial" w:eastAsia="Arial" w:hAnsi="Arial" w:cs="Arial"/>
          <w:sz w:val="20"/>
          <w:szCs w:val="20"/>
          <w:lang w:val="it-IT"/>
        </w:rPr>
        <w:t>Spice</w:t>
      </w:r>
      <w:proofErr w:type="spellEnd"/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spellStart"/>
      <w:r w:rsidRPr="001B74E9">
        <w:rPr>
          <w:rFonts w:ascii="Arial" w:eastAsia="Arial" w:hAnsi="Arial" w:cs="Arial"/>
          <w:sz w:val="20"/>
          <w:szCs w:val="20"/>
          <w:lang w:val="it-IT"/>
        </w:rPr>
        <w:t>Girls</w:t>
      </w:r>
      <w:proofErr w:type="spellEnd"/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, Madonna, Kate Moss, </w:t>
      </w:r>
      <w:r>
        <w:rPr>
          <w:rFonts w:ascii="Arial" w:eastAsia="Arial" w:hAnsi="Arial" w:cs="Arial"/>
          <w:sz w:val="20"/>
          <w:szCs w:val="20"/>
          <w:lang w:val="it-IT"/>
        </w:rPr>
        <w:t>Sua Altezza La Regina</w:t>
      </w:r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="00E22577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proofErr w:type="spellStart"/>
      <w:r w:rsidRPr="001B74E9">
        <w:rPr>
          <w:rFonts w:ascii="Arial" w:eastAsia="Arial" w:hAnsi="Arial" w:cs="Arial"/>
          <w:sz w:val="20"/>
          <w:szCs w:val="20"/>
          <w:lang w:val="it-IT"/>
        </w:rPr>
        <w:t>Rolling</w:t>
      </w:r>
      <w:proofErr w:type="spellEnd"/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spellStart"/>
      <w:r w:rsidRPr="001B74E9">
        <w:rPr>
          <w:rFonts w:ascii="Arial" w:eastAsia="Arial" w:hAnsi="Arial" w:cs="Arial"/>
          <w:sz w:val="20"/>
          <w:szCs w:val="20"/>
          <w:lang w:val="it-IT"/>
        </w:rPr>
        <w:t>Stones</w:t>
      </w:r>
      <w:proofErr w:type="spellEnd"/>
      <w:r w:rsidRPr="001B74E9">
        <w:rPr>
          <w:rFonts w:ascii="Arial" w:eastAsia="Arial" w:hAnsi="Arial" w:cs="Arial"/>
          <w:sz w:val="20"/>
          <w:szCs w:val="20"/>
          <w:lang w:val="it-IT"/>
        </w:rPr>
        <w:t xml:space="preserve"> e David Bowie.</w:t>
      </w:r>
    </w:p>
    <w:p w14:paraId="7254C640" w14:textId="394678CA" w:rsidR="00BB3D33" w:rsidRDefault="00BB3D33" w:rsidP="002B5629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183E34F3" w14:textId="77777777" w:rsidR="00BB3D33" w:rsidRPr="00BB3D33" w:rsidRDefault="00BB3D33" w:rsidP="00BB3D33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val="it-IT"/>
        </w:rPr>
      </w:pPr>
      <w:r w:rsidRPr="00BB3D33">
        <w:rPr>
          <w:rFonts w:ascii="Arial" w:eastAsia="Arial" w:hAnsi="Arial" w:cs="Arial"/>
          <w:b/>
          <w:sz w:val="20"/>
          <w:szCs w:val="20"/>
          <w:lang w:val="it-IT"/>
        </w:rPr>
        <w:t xml:space="preserve">Jaguar Classic </w:t>
      </w:r>
    </w:p>
    <w:p w14:paraId="2581FC49" w14:textId="77777777" w:rsidR="00BB3D33" w:rsidRPr="008767D1" w:rsidRDefault="00BB3D33" w:rsidP="00BB3D33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8767D1">
        <w:rPr>
          <w:rFonts w:ascii="Arial" w:eastAsia="Arial" w:hAnsi="Arial" w:cs="Arial"/>
          <w:sz w:val="20"/>
          <w:szCs w:val="20"/>
          <w:lang w:val="it-IT"/>
        </w:rPr>
        <w:t>Jaguar Classic è la risorsa ufficiale per quanto riguarda auto d’epoca, servizi speciali, parti di ricambio ed esperienze indimenticabili per tutti g</w:t>
      </w:r>
      <w:r>
        <w:rPr>
          <w:rFonts w:ascii="Arial" w:eastAsia="Arial" w:hAnsi="Arial" w:cs="Arial"/>
          <w:sz w:val="20"/>
          <w:szCs w:val="20"/>
          <w:lang w:val="it-IT"/>
        </w:rPr>
        <w:t xml:space="preserve">li appassionati di Jaguar storiche di tutto il mondo. </w:t>
      </w:r>
      <w:r w:rsidRPr="008767D1">
        <w:rPr>
          <w:rFonts w:ascii="Arial" w:eastAsia="Arial" w:hAnsi="Arial" w:cs="Arial"/>
          <w:sz w:val="20"/>
          <w:szCs w:val="20"/>
          <w:lang w:val="it-IT"/>
        </w:rPr>
        <w:t xml:space="preserve"> </w:t>
      </w:r>
    </w:p>
    <w:p w14:paraId="06B8443B" w14:textId="77777777" w:rsidR="00BB3D33" w:rsidRPr="005820F2" w:rsidRDefault="00BB3D33" w:rsidP="00BB3D33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5820F2">
        <w:rPr>
          <w:rFonts w:ascii="Arial" w:eastAsia="Arial" w:hAnsi="Arial" w:cs="Arial"/>
          <w:sz w:val="20"/>
          <w:szCs w:val="20"/>
          <w:lang w:val="it-IT"/>
        </w:rPr>
        <w:t>Un team di ingegneri, laureat</w:t>
      </w:r>
      <w:r>
        <w:rPr>
          <w:rFonts w:ascii="Arial" w:eastAsia="Arial" w:hAnsi="Arial" w:cs="Arial"/>
          <w:sz w:val="20"/>
          <w:szCs w:val="20"/>
          <w:lang w:val="it-IT"/>
        </w:rPr>
        <w:t>i</w:t>
      </w:r>
      <w:r w:rsidRPr="005820F2">
        <w:rPr>
          <w:rFonts w:ascii="Arial" w:eastAsia="Arial" w:hAnsi="Arial" w:cs="Arial"/>
          <w:sz w:val="20"/>
          <w:szCs w:val="20"/>
          <w:lang w:val="it-IT"/>
        </w:rPr>
        <w:t xml:space="preserve"> e apprendisti nello stabilimento Classic Works di Coventry </w:t>
      </w:r>
      <w:r>
        <w:rPr>
          <w:rFonts w:ascii="Arial" w:eastAsia="Arial" w:hAnsi="Arial" w:cs="Arial"/>
          <w:sz w:val="20"/>
          <w:szCs w:val="20"/>
          <w:lang w:val="it-IT"/>
        </w:rPr>
        <w:t>realizza sia progetti di restauro “</w:t>
      </w:r>
      <w:proofErr w:type="spellStart"/>
      <w:r w:rsidRPr="005820F2">
        <w:rPr>
          <w:rFonts w:ascii="Arial" w:eastAsia="Arial" w:hAnsi="Arial" w:cs="Arial"/>
          <w:sz w:val="20"/>
          <w:szCs w:val="20"/>
          <w:lang w:val="it-IT"/>
        </w:rPr>
        <w:t>Reborn</w:t>
      </w:r>
      <w:proofErr w:type="spellEnd"/>
      <w:r>
        <w:rPr>
          <w:rFonts w:ascii="Arial" w:eastAsia="Arial" w:hAnsi="Arial" w:cs="Arial"/>
          <w:sz w:val="20"/>
          <w:szCs w:val="20"/>
          <w:lang w:val="it-IT"/>
        </w:rPr>
        <w:t>” e sia esclusivi modelli “</w:t>
      </w:r>
      <w:proofErr w:type="spellStart"/>
      <w:r w:rsidRPr="005820F2">
        <w:rPr>
          <w:rFonts w:ascii="Arial" w:eastAsia="Arial" w:hAnsi="Arial" w:cs="Arial"/>
          <w:sz w:val="20"/>
          <w:szCs w:val="20"/>
          <w:lang w:val="it-IT"/>
        </w:rPr>
        <w:t>Continuation</w:t>
      </w:r>
      <w:proofErr w:type="spellEnd"/>
      <w:r>
        <w:rPr>
          <w:rFonts w:ascii="Arial" w:eastAsia="Arial" w:hAnsi="Arial" w:cs="Arial"/>
          <w:sz w:val="20"/>
          <w:szCs w:val="20"/>
          <w:lang w:val="it-IT"/>
        </w:rPr>
        <w:t>”</w:t>
      </w:r>
      <w:r w:rsidRPr="005820F2">
        <w:rPr>
          <w:rFonts w:ascii="Arial" w:eastAsia="Arial" w:hAnsi="Arial" w:cs="Arial"/>
          <w:sz w:val="20"/>
          <w:szCs w:val="20"/>
          <w:lang w:val="it-IT"/>
        </w:rPr>
        <w:t>.</w:t>
      </w:r>
    </w:p>
    <w:p w14:paraId="5F94BAD1" w14:textId="77777777" w:rsidR="00BB3D33" w:rsidRPr="00D71C6C" w:rsidRDefault="00BB3D33" w:rsidP="002B5629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261FD881" w14:textId="77777777" w:rsidR="00D71C6C" w:rsidRPr="000D4FB9" w:rsidRDefault="00D71C6C" w:rsidP="00E12552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14:paraId="30A7F749" w14:textId="77777777" w:rsidR="00C15062" w:rsidRDefault="00C15062" w:rsidP="00E12552">
      <w:pPr>
        <w:spacing w:after="0" w:line="360" w:lineRule="auto"/>
        <w:jc w:val="both"/>
        <w:rPr>
          <w:rFonts w:ascii="Arial" w:eastAsia="Arial" w:hAnsi="Arial" w:cs="Arial"/>
          <w:lang w:val="it-IT"/>
        </w:rPr>
      </w:pPr>
    </w:p>
    <w:p w14:paraId="68FF9491" w14:textId="77777777" w:rsidR="002A5D07" w:rsidRDefault="002A5D07" w:rsidP="002A5D07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14:paraId="41745A84" w14:textId="77777777" w:rsidR="003A6688" w:rsidRPr="002A5D07" w:rsidRDefault="003A6688" w:rsidP="00E12552">
      <w:pPr>
        <w:spacing w:after="0" w:line="360" w:lineRule="auto"/>
        <w:jc w:val="both"/>
        <w:rPr>
          <w:rFonts w:ascii="Arial" w:eastAsia="Arial" w:hAnsi="Arial" w:cs="Arial"/>
          <w:lang w:val="it-IT"/>
        </w:rPr>
      </w:pPr>
    </w:p>
    <w:p w14:paraId="7D308207" w14:textId="77777777" w:rsidR="009721F7" w:rsidRDefault="009721F7" w:rsidP="00E12552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14:paraId="48F9495E" w14:textId="77777777" w:rsidR="009721F7" w:rsidRDefault="009721F7" w:rsidP="00E12552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14:paraId="426C7DAA" w14:textId="2FFB7B88" w:rsidR="00C55B43" w:rsidRPr="000D4FB9" w:rsidRDefault="00D71C6C" w:rsidP="00E12552">
      <w:pPr>
        <w:spacing w:after="0" w:line="360" w:lineRule="auto"/>
        <w:jc w:val="both"/>
        <w:rPr>
          <w:rFonts w:ascii="Arial" w:hAnsi="Arial" w:cs="Arial"/>
          <w:lang w:val="it-IT"/>
        </w:rPr>
      </w:pPr>
      <w:bookmarkStart w:id="1" w:name="_GoBack"/>
      <w:bookmarkEnd w:id="1"/>
      <w:r>
        <w:rPr>
          <w:rFonts w:ascii="Arial" w:hAnsi="Arial" w:cs="Arial"/>
          <w:lang w:val="it-IT"/>
        </w:rPr>
        <w:t>Ottobre</w:t>
      </w:r>
      <w:r w:rsidR="0017561E">
        <w:rPr>
          <w:rFonts w:ascii="Arial" w:hAnsi="Arial" w:cs="Arial"/>
          <w:lang w:val="it-IT"/>
        </w:rPr>
        <w:t xml:space="preserve"> </w:t>
      </w:r>
      <w:r w:rsidR="00C55B43" w:rsidRPr="000D4FB9">
        <w:rPr>
          <w:rFonts w:ascii="Arial" w:hAnsi="Arial" w:cs="Arial"/>
          <w:lang w:val="it-IT"/>
        </w:rPr>
        <w:t>2019</w:t>
      </w:r>
    </w:p>
    <w:sectPr w:rsidR="00C55B43" w:rsidRPr="000D4FB9" w:rsidSect="00264A1F">
      <w:headerReference w:type="default" r:id="rId10"/>
      <w:footerReference w:type="default" r:id="rId11"/>
      <w:pgSz w:w="11906" w:h="16838"/>
      <w:pgMar w:top="1417" w:right="1134" w:bottom="1134" w:left="1134" w:header="22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B93FA" w14:textId="77777777" w:rsidR="002A3BB0" w:rsidRDefault="002A3BB0" w:rsidP="001058BE">
      <w:pPr>
        <w:spacing w:after="0" w:line="240" w:lineRule="auto"/>
      </w:pPr>
      <w:r>
        <w:separator/>
      </w:r>
    </w:p>
  </w:endnote>
  <w:endnote w:type="continuationSeparator" w:id="0">
    <w:p w14:paraId="069D907F" w14:textId="77777777" w:rsidR="002A3BB0" w:rsidRDefault="002A3BB0" w:rsidP="0010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43DAF" w14:textId="77777777" w:rsidR="00007DD5" w:rsidRPr="00345FF1" w:rsidRDefault="00CE4FA5">
    <w:pPr>
      <w:pStyle w:val="Pidipagina"/>
      <w:rPr>
        <w:lang w:val="it-IT"/>
      </w:rPr>
    </w:pP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10099E" wp14:editId="384DACD8">
              <wp:simplePos x="0" y="0"/>
              <wp:positionH relativeFrom="column">
                <wp:posOffset>-375920</wp:posOffset>
              </wp:positionH>
              <wp:positionV relativeFrom="paragraph">
                <wp:posOffset>112395</wp:posOffset>
              </wp:positionV>
              <wp:extent cx="6828790" cy="635"/>
              <wp:effectExtent l="5080" t="7620" r="5080" b="10795"/>
              <wp:wrapNone/>
              <wp:docPr id="4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879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65F3A2B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-29.6pt;margin-top:8.85pt;width:537.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88dIQIAAD4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"/>
          </w:pict>
        </mc:Fallback>
      </mc:AlternateContent>
    </w: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ECA806" wp14:editId="0FF6A195">
              <wp:simplePos x="0" y="0"/>
              <wp:positionH relativeFrom="column">
                <wp:posOffset>-779780</wp:posOffset>
              </wp:positionH>
              <wp:positionV relativeFrom="paragraph">
                <wp:posOffset>183515</wp:posOffset>
              </wp:positionV>
              <wp:extent cx="7611110" cy="451485"/>
              <wp:effectExtent l="1270" t="2540" r="0" b="3175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11110" cy="451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553AD" w14:textId="77777777" w:rsidR="00A71014" w:rsidRDefault="00A71014" w:rsidP="00A71014">
                          <w:pPr>
                            <w:pStyle w:val="Pidipagina"/>
                            <w:jc w:val="center"/>
                            <w:rPr>
                              <w:rFonts w:ascii="Calibri" w:hAnsi="Calibri" w:cs="Calibri"/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 xml:space="preserve">• Ufficio Stampa Jaguar Land Rover • Cinzia Carta, </w:t>
                          </w:r>
                          <w:r>
                            <w:rPr>
                              <w:rFonts w:ascii="Calibri" w:hAnsi="Calibri" w:cs="Calibri"/>
                              <w:i/>
                              <w:lang w:val="it-IT"/>
                            </w:rPr>
                            <w:t>Press Office Manager</w:t>
                          </w: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 xml:space="preserve">  •</w:t>
                          </w:r>
                        </w:p>
                        <w:p w14:paraId="2618097D" w14:textId="77777777" w:rsidR="00A71014" w:rsidRDefault="00A71014" w:rsidP="00A71014">
                          <w:pPr>
                            <w:pStyle w:val="Pidipagina"/>
                            <w:jc w:val="center"/>
                            <w:rPr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>ccarta@jaguarlandrover.com • Viale Alessandro Marchetti, 105 – 00148 Roma</w:t>
                          </w:r>
                        </w:p>
                        <w:p w14:paraId="0330BAC9" w14:textId="77777777" w:rsidR="00007DD5" w:rsidRPr="00CE74BE" w:rsidRDefault="00007DD5" w:rsidP="009B12FF">
                          <w:pPr>
                            <w:jc w:val="center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6ECA806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-61.4pt;margin-top:14.45pt;width:599.3pt;height:3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" stroked="f">
              <v:textbox>
                <w:txbxContent>
                  <w:p w14:paraId="6E7553AD" w14:textId="77777777" w:rsidR="00A71014" w:rsidRDefault="00A71014" w:rsidP="00A71014">
                    <w:pPr>
                      <w:pStyle w:val="Pidipagina"/>
                      <w:jc w:val="center"/>
                      <w:rPr>
                        <w:rFonts w:ascii="Calibri" w:hAnsi="Calibri" w:cs="Calibri"/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lang w:val="it-IT"/>
                      </w:rPr>
                      <w:t xml:space="preserve">• Ufficio Stampa Jaguar Land Rover • Cinzia Carta, </w:t>
                    </w:r>
                    <w:r>
                      <w:rPr>
                        <w:rFonts w:ascii="Calibri" w:hAnsi="Calibri" w:cs="Calibri"/>
                        <w:i/>
                        <w:lang w:val="it-IT"/>
                      </w:rPr>
                      <w:t>Press Office Manager</w:t>
                    </w:r>
                    <w:r>
                      <w:rPr>
                        <w:rFonts w:ascii="Calibri" w:hAnsi="Calibri" w:cs="Calibri"/>
                        <w:lang w:val="it-IT"/>
                      </w:rPr>
                      <w:t xml:space="preserve">  •</w:t>
                    </w:r>
                  </w:p>
                  <w:p w14:paraId="2618097D" w14:textId="77777777" w:rsidR="00A71014" w:rsidRDefault="00A71014" w:rsidP="00A71014">
                    <w:pPr>
                      <w:pStyle w:val="Pidipagina"/>
                      <w:jc w:val="center"/>
                      <w:rPr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lang w:val="it-IT"/>
                      </w:rPr>
                      <w:t>ccarta@jaguarlandrover.com • Viale Alessandro Marchetti, 105 – 00148 Roma</w:t>
                    </w:r>
                  </w:p>
                  <w:p w14:paraId="0330BAC9" w14:textId="77777777" w:rsidR="00007DD5" w:rsidRPr="00CE74BE" w:rsidRDefault="00007DD5" w:rsidP="009B12FF">
                    <w:pPr>
                      <w:jc w:val="center"/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C06B72" w14:textId="77777777" w:rsidR="002A3BB0" w:rsidRDefault="002A3BB0" w:rsidP="001058BE">
      <w:pPr>
        <w:spacing w:after="0" w:line="240" w:lineRule="auto"/>
      </w:pPr>
      <w:r>
        <w:separator/>
      </w:r>
    </w:p>
  </w:footnote>
  <w:footnote w:type="continuationSeparator" w:id="0">
    <w:p w14:paraId="7D0BDB49" w14:textId="77777777" w:rsidR="002A3BB0" w:rsidRDefault="002A3BB0" w:rsidP="0010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392C8" w14:textId="77777777" w:rsidR="00007DD5" w:rsidRPr="00C92D8C" w:rsidRDefault="00CE4FA5" w:rsidP="00104699">
    <w:pPr>
      <w:pStyle w:val="Intestazione"/>
      <w:tabs>
        <w:tab w:val="clear" w:pos="9638"/>
        <w:tab w:val="right" w:pos="10065"/>
      </w:tabs>
      <w:rPr>
        <w:rFonts w:ascii="Arial Unicode MS" w:eastAsia="Arial Unicode MS" w:hAnsi="Arial Unicode MS" w:cs="Arial Unicode MS"/>
        <w:sz w:val="24"/>
        <w:szCs w:val="24"/>
      </w:rPr>
    </w:pPr>
    <w:r>
      <w:rPr>
        <w:rFonts w:ascii="Arial Unicode MS" w:eastAsia="Arial Unicode MS" w:hAnsi="Arial Unicode MS" w:cs="Arial Unicode MS"/>
        <w:noProof/>
        <w:sz w:val="24"/>
        <w:szCs w:val="24"/>
        <w:lang w:val="it-IT" w:eastAsia="it-IT" w:bidi="ar-S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1D78940" wp14:editId="34B92C20">
              <wp:simplePos x="0" y="0"/>
              <wp:positionH relativeFrom="column">
                <wp:posOffset>-718820</wp:posOffset>
              </wp:positionH>
              <wp:positionV relativeFrom="paragraph">
                <wp:posOffset>338455</wp:posOffset>
              </wp:positionV>
              <wp:extent cx="2447925" cy="348615"/>
              <wp:effectExtent l="0" t="0" r="0" b="0"/>
              <wp:wrapNone/>
              <wp:docPr id="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7925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A19BD6" w14:textId="77777777" w:rsidR="00007DD5" w:rsidRPr="007A6A4A" w:rsidRDefault="00007DD5" w:rsidP="00C92D8C">
                          <w:pPr>
                            <w:jc w:val="center"/>
                            <w:rPr>
                              <w:rFonts w:ascii="Calibri" w:eastAsia="Arial Unicode MS" w:hAnsi="Calibri" w:cs="Calibri"/>
                              <w:b/>
                              <w:color w:val="C00000"/>
                              <w:sz w:val="36"/>
                              <w:szCs w:val="36"/>
                              <w:lang w:val="it-IT"/>
                            </w:rPr>
                          </w:pPr>
                          <w:r w:rsidRPr="007A6A4A">
                            <w:rPr>
                              <w:rFonts w:ascii="Calibri" w:eastAsia="Arial Unicode MS" w:hAnsi="Calibri" w:cs="Calibri"/>
                              <w:b/>
                              <w:color w:val="C00000"/>
                              <w:sz w:val="36"/>
                              <w:szCs w:val="36"/>
                              <w:lang w:val="it-IT"/>
                            </w:rPr>
                            <w:t>MEDIA 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31D7894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-56.6pt;margin-top:26.65pt;width:192.75pt;height:27.45pt;z-index:2516561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" stroked="f">
              <v:textbox>
                <w:txbxContent>
                  <w:p w14:paraId="03A19BD6" w14:textId="77777777" w:rsidR="00007DD5" w:rsidRPr="007A6A4A" w:rsidRDefault="00007DD5" w:rsidP="00C92D8C">
                    <w:pPr>
                      <w:jc w:val="center"/>
                      <w:rPr>
                        <w:rFonts w:ascii="Calibri" w:eastAsia="Arial Unicode MS" w:hAnsi="Calibri" w:cs="Calibri"/>
                        <w:b/>
                        <w:color w:val="C00000"/>
                        <w:sz w:val="36"/>
                        <w:szCs w:val="36"/>
                        <w:lang w:val="it-IT"/>
                      </w:rPr>
                    </w:pPr>
                    <w:r w:rsidRPr="007A6A4A">
                      <w:rPr>
                        <w:rFonts w:ascii="Calibri" w:eastAsia="Arial Unicode MS" w:hAnsi="Calibri" w:cs="Calibri"/>
                        <w:b/>
                        <w:color w:val="C00000"/>
                        <w:sz w:val="36"/>
                        <w:szCs w:val="36"/>
                        <w:lang w:val="it-IT"/>
                      </w:rPr>
                      <w:t>MEDIA INFORMATION</w:t>
                    </w:r>
                  </w:p>
                </w:txbxContent>
              </v:textbox>
            </v:shape>
          </w:pict>
        </mc:Fallback>
      </mc:AlternateContent>
    </w:r>
    <w:r w:rsidR="00007DD5">
      <w:rPr>
        <w:rFonts w:ascii="Arial Unicode MS" w:eastAsia="Arial Unicode MS" w:hAnsi="Arial Unicode MS" w:cs="Arial Unicode MS"/>
        <w:sz w:val="24"/>
        <w:szCs w:val="24"/>
      </w:rPr>
      <w:t xml:space="preserve">                                                                                                             </w:t>
    </w:r>
    <w:r w:rsidR="00007DD5">
      <w:rPr>
        <w:rFonts w:ascii="Arial Unicode MS" w:eastAsia="Arial Unicode MS" w:hAnsi="Arial Unicode MS" w:cs="Arial Unicode MS"/>
        <w:noProof/>
        <w:sz w:val="24"/>
        <w:szCs w:val="24"/>
        <w:lang w:val="it-IT" w:eastAsia="it-IT" w:bidi="ar-SA"/>
      </w:rPr>
      <w:drawing>
        <wp:inline distT="0" distB="0" distL="0" distR="0" wp14:anchorId="3EDE933A" wp14:editId="7BC2FC79">
          <wp:extent cx="1381125" cy="619125"/>
          <wp:effectExtent l="19050" t="0" r="9525" b="0"/>
          <wp:docPr id="1" name="Immagine 1" descr="7cm_RGB_Clear-bkgrd-Light_Jag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cm_RGB_Clear-bkgrd-Light_Jag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A52B60E" w14:textId="77777777" w:rsidR="00007DD5" w:rsidRPr="005B79A1" w:rsidRDefault="00CE4FA5" w:rsidP="00C92D8C">
    <w:pPr>
      <w:pStyle w:val="Intestazione"/>
      <w:jc w:val="right"/>
    </w:pP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25C9716" wp14:editId="351CD47A">
              <wp:simplePos x="0" y="0"/>
              <wp:positionH relativeFrom="column">
                <wp:posOffset>-720090</wp:posOffset>
              </wp:positionH>
              <wp:positionV relativeFrom="paragraph">
                <wp:posOffset>123825</wp:posOffset>
              </wp:positionV>
              <wp:extent cx="7551420" cy="0"/>
              <wp:effectExtent l="13335" t="19050" r="17145" b="1905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142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65149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56.7pt;margin-top:9.75pt;width:594.6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" strokeweight="1.7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C"/>
    <w:multiLevelType w:val="multilevel"/>
    <w:tmpl w:val="000000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244E4"/>
    <w:multiLevelType w:val="hybridMultilevel"/>
    <w:tmpl w:val="3FF04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43965"/>
    <w:multiLevelType w:val="hybridMultilevel"/>
    <w:tmpl w:val="2C2850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503FC7"/>
    <w:multiLevelType w:val="hybridMultilevel"/>
    <w:tmpl w:val="D14A8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2F2472"/>
    <w:multiLevelType w:val="hybridMultilevel"/>
    <w:tmpl w:val="A47CD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050B3B"/>
    <w:multiLevelType w:val="hybridMultilevel"/>
    <w:tmpl w:val="0B202C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ABE4377"/>
    <w:multiLevelType w:val="hybridMultilevel"/>
    <w:tmpl w:val="EF60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237DC9"/>
    <w:multiLevelType w:val="hybridMultilevel"/>
    <w:tmpl w:val="536E09E4"/>
    <w:lvl w:ilvl="0" w:tplc="08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8">
    <w:nsid w:val="11326174"/>
    <w:multiLevelType w:val="hybridMultilevel"/>
    <w:tmpl w:val="41EC69C0"/>
    <w:lvl w:ilvl="0" w:tplc="4D5E9F5E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FF153B"/>
    <w:multiLevelType w:val="hybridMultilevel"/>
    <w:tmpl w:val="5B3ED9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4A8147E"/>
    <w:multiLevelType w:val="hybridMultilevel"/>
    <w:tmpl w:val="76EE0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F96A71"/>
    <w:multiLevelType w:val="hybridMultilevel"/>
    <w:tmpl w:val="7D92B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5536D6"/>
    <w:multiLevelType w:val="multilevel"/>
    <w:tmpl w:val="F0824D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1A5D1C0B"/>
    <w:multiLevelType w:val="multilevel"/>
    <w:tmpl w:val="3604A2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1BFA7027"/>
    <w:multiLevelType w:val="hybridMultilevel"/>
    <w:tmpl w:val="8D489D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545CF8"/>
    <w:multiLevelType w:val="hybridMultilevel"/>
    <w:tmpl w:val="DD20A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1160B6"/>
    <w:multiLevelType w:val="multilevel"/>
    <w:tmpl w:val="D9F2C16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strike w:val="0"/>
        <w:dstrike w:val="0"/>
        <w:u w:val="none"/>
        <w:effect w:val="none"/>
      </w:rPr>
    </w:lvl>
  </w:abstractNum>
  <w:abstractNum w:abstractNumId="17">
    <w:nsid w:val="24877C2B"/>
    <w:multiLevelType w:val="hybridMultilevel"/>
    <w:tmpl w:val="BBE4AB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D695DE3"/>
    <w:multiLevelType w:val="hybridMultilevel"/>
    <w:tmpl w:val="38AC9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24E14"/>
    <w:multiLevelType w:val="multilevel"/>
    <w:tmpl w:val="14EC2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37728E3"/>
    <w:multiLevelType w:val="multilevel"/>
    <w:tmpl w:val="B344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D01380"/>
    <w:multiLevelType w:val="multilevel"/>
    <w:tmpl w:val="99340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387648CA"/>
    <w:multiLevelType w:val="hybridMultilevel"/>
    <w:tmpl w:val="58AC1A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E632A8"/>
    <w:multiLevelType w:val="hybridMultilevel"/>
    <w:tmpl w:val="4ACE4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430ED"/>
    <w:multiLevelType w:val="hybridMultilevel"/>
    <w:tmpl w:val="632E4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3A4C92"/>
    <w:multiLevelType w:val="multilevel"/>
    <w:tmpl w:val="A33497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46235D9F"/>
    <w:multiLevelType w:val="hybridMultilevel"/>
    <w:tmpl w:val="ADD0A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731E3D"/>
    <w:multiLevelType w:val="multilevel"/>
    <w:tmpl w:val="9F7CF566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</w:rPr>
    </w:lvl>
  </w:abstractNum>
  <w:abstractNum w:abstractNumId="28">
    <w:nsid w:val="52BF2FDC"/>
    <w:multiLevelType w:val="hybridMultilevel"/>
    <w:tmpl w:val="915CD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1669A9"/>
    <w:multiLevelType w:val="hybridMultilevel"/>
    <w:tmpl w:val="86F61C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17E7322"/>
    <w:multiLevelType w:val="hybridMultilevel"/>
    <w:tmpl w:val="45949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3F240A"/>
    <w:multiLevelType w:val="hybridMultilevel"/>
    <w:tmpl w:val="8432E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D117B6"/>
    <w:multiLevelType w:val="hybridMultilevel"/>
    <w:tmpl w:val="D2F22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ED4938"/>
    <w:multiLevelType w:val="hybridMultilevel"/>
    <w:tmpl w:val="42DA1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DF4486"/>
    <w:multiLevelType w:val="hybridMultilevel"/>
    <w:tmpl w:val="8140DE10"/>
    <w:lvl w:ilvl="0" w:tplc="88A8216C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F03ACF"/>
    <w:multiLevelType w:val="multilevel"/>
    <w:tmpl w:val="B4A49F0A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36">
    <w:nsid w:val="76061237"/>
    <w:multiLevelType w:val="hybridMultilevel"/>
    <w:tmpl w:val="B206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E34F6"/>
    <w:multiLevelType w:val="hybridMultilevel"/>
    <w:tmpl w:val="FA088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B82814"/>
    <w:multiLevelType w:val="hybridMultilevel"/>
    <w:tmpl w:val="7D5EEF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4"/>
  </w:num>
  <w:num w:numId="4">
    <w:abstractNumId w:val="2"/>
  </w:num>
  <w:num w:numId="5">
    <w:abstractNumId w:val="19"/>
  </w:num>
  <w:num w:numId="6">
    <w:abstractNumId w:val="31"/>
  </w:num>
  <w:num w:numId="7">
    <w:abstractNumId w:val="0"/>
  </w:num>
  <w:num w:numId="8">
    <w:abstractNumId w:val="38"/>
  </w:num>
  <w:num w:numId="9">
    <w:abstractNumId w:val="37"/>
  </w:num>
  <w:num w:numId="10">
    <w:abstractNumId w:val="27"/>
  </w:num>
  <w:num w:numId="11">
    <w:abstractNumId w:val="16"/>
  </w:num>
  <w:num w:numId="12">
    <w:abstractNumId w:val="18"/>
  </w:num>
  <w:num w:numId="13">
    <w:abstractNumId w:val="11"/>
  </w:num>
  <w:num w:numId="14">
    <w:abstractNumId w:val="17"/>
  </w:num>
  <w:num w:numId="15">
    <w:abstractNumId w:val="26"/>
  </w:num>
  <w:num w:numId="16">
    <w:abstractNumId w:val="35"/>
  </w:num>
  <w:num w:numId="17">
    <w:abstractNumId w:val="6"/>
  </w:num>
  <w:num w:numId="18">
    <w:abstractNumId w:val="1"/>
  </w:num>
  <w:num w:numId="19">
    <w:abstractNumId w:val="36"/>
  </w:num>
  <w:num w:numId="20">
    <w:abstractNumId w:val="32"/>
  </w:num>
  <w:num w:numId="21">
    <w:abstractNumId w:val="22"/>
  </w:num>
  <w:num w:numId="22">
    <w:abstractNumId w:val="30"/>
  </w:num>
  <w:num w:numId="23">
    <w:abstractNumId w:val="23"/>
  </w:num>
  <w:num w:numId="24">
    <w:abstractNumId w:val="15"/>
  </w:num>
  <w:num w:numId="25">
    <w:abstractNumId w:val="3"/>
  </w:num>
  <w:num w:numId="26">
    <w:abstractNumId w:val="5"/>
  </w:num>
  <w:num w:numId="27">
    <w:abstractNumId w:val="9"/>
  </w:num>
  <w:num w:numId="28">
    <w:abstractNumId w:val="8"/>
  </w:num>
  <w:num w:numId="29">
    <w:abstractNumId w:val="24"/>
  </w:num>
  <w:num w:numId="30">
    <w:abstractNumId w:val="4"/>
  </w:num>
  <w:num w:numId="31">
    <w:abstractNumId w:val="29"/>
  </w:num>
  <w:num w:numId="32">
    <w:abstractNumId w:val="34"/>
  </w:num>
  <w:num w:numId="33">
    <w:abstractNumId w:val="28"/>
  </w:num>
  <w:num w:numId="34">
    <w:abstractNumId w:val="33"/>
  </w:num>
  <w:num w:numId="35">
    <w:abstractNumId w:val="25"/>
  </w:num>
  <w:num w:numId="36">
    <w:abstractNumId w:val="13"/>
  </w:num>
  <w:num w:numId="37">
    <w:abstractNumId w:val="21"/>
  </w:num>
  <w:num w:numId="38">
    <w:abstractNumId w:val="12"/>
  </w:num>
  <w:num w:numId="3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47"/>
    <w:rsid w:val="00001993"/>
    <w:rsid w:val="00001CD0"/>
    <w:rsid w:val="0000225B"/>
    <w:rsid w:val="000024FE"/>
    <w:rsid w:val="00003414"/>
    <w:rsid w:val="000039E6"/>
    <w:rsid w:val="0000404A"/>
    <w:rsid w:val="000058FD"/>
    <w:rsid w:val="00007DD5"/>
    <w:rsid w:val="00010756"/>
    <w:rsid w:val="000124A1"/>
    <w:rsid w:val="00012AB4"/>
    <w:rsid w:val="000134DB"/>
    <w:rsid w:val="00020682"/>
    <w:rsid w:val="0002129B"/>
    <w:rsid w:val="00021B7F"/>
    <w:rsid w:val="00021F88"/>
    <w:rsid w:val="000249F8"/>
    <w:rsid w:val="00024F73"/>
    <w:rsid w:val="000250E6"/>
    <w:rsid w:val="0002674A"/>
    <w:rsid w:val="0002694F"/>
    <w:rsid w:val="000276C7"/>
    <w:rsid w:val="000310B0"/>
    <w:rsid w:val="00033F9B"/>
    <w:rsid w:val="0003473F"/>
    <w:rsid w:val="00037E0C"/>
    <w:rsid w:val="000401B9"/>
    <w:rsid w:val="000401D4"/>
    <w:rsid w:val="00041505"/>
    <w:rsid w:val="0004205B"/>
    <w:rsid w:val="0004289A"/>
    <w:rsid w:val="00043D9B"/>
    <w:rsid w:val="00044822"/>
    <w:rsid w:val="00050263"/>
    <w:rsid w:val="0005097E"/>
    <w:rsid w:val="00052A63"/>
    <w:rsid w:val="00054CD8"/>
    <w:rsid w:val="000550E2"/>
    <w:rsid w:val="00055431"/>
    <w:rsid w:val="000577D5"/>
    <w:rsid w:val="00057A35"/>
    <w:rsid w:val="00061129"/>
    <w:rsid w:val="00065373"/>
    <w:rsid w:val="00066615"/>
    <w:rsid w:val="0006751A"/>
    <w:rsid w:val="00067A73"/>
    <w:rsid w:val="00070AEC"/>
    <w:rsid w:val="00070F53"/>
    <w:rsid w:val="00073829"/>
    <w:rsid w:val="00074051"/>
    <w:rsid w:val="00074A84"/>
    <w:rsid w:val="00075C76"/>
    <w:rsid w:val="00075F24"/>
    <w:rsid w:val="0007609F"/>
    <w:rsid w:val="00077BD4"/>
    <w:rsid w:val="00080D5D"/>
    <w:rsid w:val="000825AC"/>
    <w:rsid w:val="00083D4C"/>
    <w:rsid w:val="000853C7"/>
    <w:rsid w:val="000860E9"/>
    <w:rsid w:val="00086BD4"/>
    <w:rsid w:val="000909D7"/>
    <w:rsid w:val="00091BF2"/>
    <w:rsid w:val="00093DF5"/>
    <w:rsid w:val="00093E47"/>
    <w:rsid w:val="00096124"/>
    <w:rsid w:val="00097147"/>
    <w:rsid w:val="000977B4"/>
    <w:rsid w:val="000A2B87"/>
    <w:rsid w:val="000A2D6A"/>
    <w:rsid w:val="000A2F1C"/>
    <w:rsid w:val="000A4315"/>
    <w:rsid w:val="000A45A0"/>
    <w:rsid w:val="000A5CB9"/>
    <w:rsid w:val="000A77E2"/>
    <w:rsid w:val="000B2FD1"/>
    <w:rsid w:val="000B4FC2"/>
    <w:rsid w:val="000B673C"/>
    <w:rsid w:val="000B7449"/>
    <w:rsid w:val="000B7C17"/>
    <w:rsid w:val="000B7CA3"/>
    <w:rsid w:val="000C029B"/>
    <w:rsid w:val="000C072B"/>
    <w:rsid w:val="000C108B"/>
    <w:rsid w:val="000C15AE"/>
    <w:rsid w:val="000C1A07"/>
    <w:rsid w:val="000C1BF7"/>
    <w:rsid w:val="000C1FA2"/>
    <w:rsid w:val="000C2542"/>
    <w:rsid w:val="000C30AC"/>
    <w:rsid w:val="000C4007"/>
    <w:rsid w:val="000C6FE9"/>
    <w:rsid w:val="000C7FA9"/>
    <w:rsid w:val="000D0C1A"/>
    <w:rsid w:val="000D2557"/>
    <w:rsid w:val="000D4FB9"/>
    <w:rsid w:val="000D5877"/>
    <w:rsid w:val="000D5A8C"/>
    <w:rsid w:val="000D7F57"/>
    <w:rsid w:val="000E0590"/>
    <w:rsid w:val="000E2442"/>
    <w:rsid w:val="000E38F7"/>
    <w:rsid w:val="000E733B"/>
    <w:rsid w:val="000F02C1"/>
    <w:rsid w:val="000F276E"/>
    <w:rsid w:val="000F2C0C"/>
    <w:rsid w:val="000F37A8"/>
    <w:rsid w:val="000F3A61"/>
    <w:rsid w:val="000F5C37"/>
    <w:rsid w:val="000F62C9"/>
    <w:rsid w:val="000F63C8"/>
    <w:rsid w:val="00101025"/>
    <w:rsid w:val="00101317"/>
    <w:rsid w:val="00101DC6"/>
    <w:rsid w:val="00102E78"/>
    <w:rsid w:val="00104699"/>
    <w:rsid w:val="001058BE"/>
    <w:rsid w:val="00105E38"/>
    <w:rsid w:val="00105FFB"/>
    <w:rsid w:val="001062FD"/>
    <w:rsid w:val="0010712B"/>
    <w:rsid w:val="00111DBF"/>
    <w:rsid w:val="0011242E"/>
    <w:rsid w:val="00115DED"/>
    <w:rsid w:val="00116EA3"/>
    <w:rsid w:val="0012177A"/>
    <w:rsid w:val="00121A4C"/>
    <w:rsid w:val="00122B94"/>
    <w:rsid w:val="0012514C"/>
    <w:rsid w:val="00125690"/>
    <w:rsid w:val="00127D60"/>
    <w:rsid w:val="00131A8C"/>
    <w:rsid w:val="0013208F"/>
    <w:rsid w:val="00134185"/>
    <w:rsid w:val="00142436"/>
    <w:rsid w:val="00143A43"/>
    <w:rsid w:val="00143B5E"/>
    <w:rsid w:val="00144578"/>
    <w:rsid w:val="00144722"/>
    <w:rsid w:val="00145F79"/>
    <w:rsid w:val="00146DD7"/>
    <w:rsid w:val="00152257"/>
    <w:rsid w:val="001529C4"/>
    <w:rsid w:val="0015300E"/>
    <w:rsid w:val="001544BC"/>
    <w:rsid w:val="00161E22"/>
    <w:rsid w:val="00162187"/>
    <w:rsid w:val="0016420C"/>
    <w:rsid w:val="0016485A"/>
    <w:rsid w:val="00171383"/>
    <w:rsid w:val="00173736"/>
    <w:rsid w:val="00173F38"/>
    <w:rsid w:val="00174510"/>
    <w:rsid w:val="00174DD7"/>
    <w:rsid w:val="0017561E"/>
    <w:rsid w:val="0017565A"/>
    <w:rsid w:val="00175F5F"/>
    <w:rsid w:val="00176136"/>
    <w:rsid w:val="00176850"/>
    <w:rsid w:val="00177883"/>
    <w:rsid w:val="00177E11"/>
    <w:rsid w:val="00177FCD"/>
    <w:rsid w:val="0018416F"/>
    <w:rsid w:val="001843C0"/>
    <w:rsid w:val="00185D45"/>
    <w:rsid w:val="00185D8A"/>
    <w:rsid w:val="00187284"/>
    <w:rsid w:val="0019072A"/>
    <w:rsid w:val="00190CE3"/>
    <w:rsid w:val="00191ABF"/>
    <w:rsid w:val="0019463F"/>
    <w:rsid w:val="00195853"/>
    <w:rsid w:val="001A0D49"/>
    <w:rsid w:val="001A1B66"/>
    <w:rsid w:val="001A3501"/>
    <w:rsid w:val="001A47D4"/>
    <w:rsid w:val="001A512E"/>
    <w:rsid w:val="001A5481"/>
    <w:rsid w:val="001A70C3"/>
    <w:rsid w:val="001B1183"/>
    <w:rsid w:val="001B1B10"/>
    <w:rsid w:val="001B25A2"/>
    <w:rsid w:val="001B5921"/>
    <w:rsid w:val="001B6F30"/>
    <w:rsid w:val="001C1286"/>
    <w:rsid w:val="001C4590"/>
    <w:rsid w:val="001C4D92"/>
    <w:rsid w:val="001C54D5"/>
    <w:rsid w:val="001C689B"/>
    <w:rsid w:val="001C7670"/>
    <w:rsid w:val="001D0661"/>
    <w:rsid w:val="001D1110"/>
    <w:rsid w:val="001D30BC"/>
    <w:rsid w:val="001D41DD"/>
    <w:rsid w:val="001D4773"/>
    <w:rsid w:val="001D595E"/>
    <w:rsid w:val="001E03D1"/>
    <w:rsid w:val="001E3395"/>
    <w:rsid w:val="001E379F"/>
    <w:rsid w:val="001E4A30"/>
    <w:rsid w:val="001E6367"/>
    <w:rsid w:val="001F09D3"/>
    <w:rsid w:val="001F28D5"/>
    <w:rsid w:val="001F2927"/>
    <w:rsid w:val="001F5606"/>
    <w:rsid w:val="001F6161"/>
    <w:rsid w:val="001F7197"/>
    <w:rsid w:val="001F73C7"/>
    <w:rsid w:val="001F754F"/>
    <w:rsid w:val="002000DE"/>
    <w:rsid w:val="00205AE4"/>
    <w:rsid w:val="00211528"/>
    <w:rsid w:val="00212392"/>
    <w:rsid w:val="00216891"/>
    <w:rsid w:val="00217FC4"/>
    <w:rsid w:val="002206FF"/>
    <w:rsid w:val="00220CC9"/>
    <w:rsid w:val="00221261"/>
    <w:rsid w:val="00221F75"/>
    <w:rsid w:val="0022343E"/>
    <w:rsid w:val="0022354D"/>
    <w:rsid w:val="00223785"/>
    <w:rsid w:val="00226DB1"/>
    <w:rsid w:val="002323C9"/>
    <w:rsid w:val="00232A41"/>
    <w:rsid w:val="00233B98"/>
    <w:rsid w:val="002345BE"/>
    <w:rsid w:val="0023476C"/>
    <w:rsid w:val="00234B71"/>
    <w:rsid w:val="00234D64"/>
    <w:rsid w:val="00236632"/>
    <w:rsid w:val="00237A19"/>
    <w:rsid w:val="00241017"/>
    <w:rsid w:val="002411A9"/>
    <w:rsid w:val="0024242A"/>
    <w:rsid w:val="002429A3"/>
    <w:rsid w:val="002431E2"/>
    <w:rsid w:val="00244C02"/>
    <w:rsid w:val="00245A62"/>
    <w:rsid w:val="00245CBE"/>
    <w:rsid w:val="0024639D"/>
    <w:rsid w:val="00250C48"/>
    <w:rsid w:val="00252DD3"/>
    <w:rsid w:val="00253A92"/>
    <w:rsid w:val="0025573F"/>
    <w:rsid w:val="002572A6"/>
    <w:rsid w:val="00260915"/>
    <w:rsid w:val="00260E51"/>
    <w:rsid w:val="00260F87"/>
    <w:rsid w:val="00261BFD"/>
    <w:rsid w:val="00261FC4"/>
    <w:rsid w:val="00262813"/>
    <w:rsid w:val="0026404C"/>
    <w:rsid w:val="00264A1F"/>
    <w:rsid w:val="00265B9D"/>
    <w:rsid w:val="002675BA"/>
    <w:rsid w:val="0027201A"/>
    <w:rsid w:val="00275DD3"/>
    <w:rsid w:val="00276574"/>
    <w:rsid w:val="00277AA8"/>
    <w:rsid w:val="0028171B"/>
    <w:rsid w:val="00281FBC"/>
    <w:rsid w:val="002824B2"/>
    <w:rsid w:val="00282751"/>
    <w:rsid w:val="00287A2B"/>
    <w:rsid w:val="00287E16"/>
    <w:rsid w:val="002903FC"/>
    <w:rsid w:val="00292435"/>
    <w:rsid w:val="00292C7B"/>
    <w:rsid w:val="0029363E"/>
    <w:rsid w:val="002949A5"/>
    <w:rsid w:val="00294EA5"/>
    <w:rsid w:val="00295801"/>
    <w:rsid w:val="0029696F"/>
    <w:rsid w:val="002A1BF8"/>
    <w:rsid w:val="002A3BB0"/>
    <w:rsid w:val="002A430A"/>
    <w:rsid w:val="002A5D07"/>
    <w:rsid w:val="002A5F33"/>
    <w:rsid w:val="002B0434"/>
    <w:rsid w:val="002B0FD5"/>
    <w:rsid w:val="002B24E0"/>
    <w:rsid w:val="002B498A"/>
    <w:rsid w:val="002B5629"/>
    <w:rsid w:val="002B699B"/>
    <w:rsid w:val="002B6B23"/>
    <w:rsid w:val="002B74BD"/>
    <w:rsid w:val="002B75BC"/>
    <w:rsid w:val="002C0934"/>
    <w:rsid w:val="002C1612"/>
    <w:rsid w:val="002C18BF"/>
    <w:rsid w:val="002C3389"/>
    <w:rsid w:val="002C7778"/>
    <w:rsid w:val="002C7DDD"/>
    <w:rsid w:val="002D05EC"/>
    <w:rsid w:val="002D1BBA"/>
    <w:rsid w:val="002D3004"/>
    <w:rsid w:val="002D3DD7"/>
    <w:rsid w:val="002D6041"/>
    <w:rsid w:val="002D74B0"/>
    <w:rsid w:val="002E0495"/>
    <w:rsid w:val="002E0951"/>
    <w:rsid w:val="002E1B58"/>
    <w:rsid w:val="002E2CFC"/>
    <w:rsid w:val="002E589B"/>
    <w:rsid w:val="002E6AD2"/>
    <w:rsid w:val="002F0145"/>
    <w:rsid w:val="002F08BA"/>
    <w:rsid w:val="002F2213"/>
    <w:rsid w:val="002F3C42"/>
    <w:rsid w:val="002F4630"/>
    <w:rsid w:val="002F512D"/>
    <w:rsid w:val="002F58AD"/>
    <w:rsid w:val="00300F92"/>
    <w:rsid w:val="0030125D"/>
    <w:rsid w:val="00301822"/>
    <w:rsid w:val="00301F80"/>
    <w:rsid w:val="00302553"/>
    <w:rsid w:val="00302736"/>
    <w:rsid w:val="00303D42"/>
    <w:rsid w:val="00311401"/>
    <w:rsid w:val="00311C7B"/>
    <w:rsid w:val="00314774"/>
    <w:rsid w:val="00315D50"/>
    <w:rsid w:val="00317758"/>
    <w:rsid w:val="00320169"/>
    <w:rsid w:val="0032195C"/>
    <w:rsid w:val="00322C0C"/>
    <w:rsid w:val="00324821"/>
    <w:rsid w:val="00324A2A"/>
    <w:rsid w:val="00324A5F"/>
    <w:rsid w:val="00325473"/>
    <w:rsid w:val="00327B3E"/>
    <w:rsid w:val="00330D09"/>
    <w:rsid w:val="003320FE"/>
    <w:rsid w:val="00334D35"/>
    <w:rsid w:val="003354FA"/>
    <w:rsid w:val="003377FD"/>
    <w:rsid w:val="00342371"/>
    <w:rsid w:val="00342972"/>
    <w:rsid w:val="00342A1B"/>
    <w:rsid w:val="00342E14"/>
    <w:rsid w:val="003441E0"/>
    <w:rsid w:val="00345FF1"/>
    <w:rsid w:val="00350050"/>
    <w:rsid w:val="00350B5F"/>
    <w:rsid w:val="003515CA"/>
    <w:rsid w:val="00351CC0"/>
    <w:rsid w:val="00353F92"/>
    <w:rsid w:val="00355C30"/>
    <w:rsid w:val="0035684C"/>
    <w:rsid w:val="00357B6B"/>
    <w:rsid w:val="00360013"/>
    <w:rsid w:val="00360753"/>
    <w:rsid w:val="00362A3F"/>
    <w:rsid w:val="003640A4"/>
    <w:rsid w:val="0036418D"/>
    <w:rsid w:val="00366885"/>
    <w:rsid w:val="00366DD1"/>
    <w:rsid w:val="00366F4E"/>
    <w:rsid w:val="003676D5"/>
    <w:rsid w:val="00370165"/>
    <w:rsid w:val="00371E70"/>
    <w:rsid w:val="003738FC"/>
    <w:rsid w:val="003749E7"/>
    <w:rsid w:val="00375429"/>
    <w:rsid w:val="0037779B"/>
    <w:rsid w:val="003803B2"/>
    <w:rsid w:val="003816D8"/>
    <w:rsid w:val="003818C0"/>
    <w:rsid w:val="0038587A"/>
    <w:rsid w:val="00390399"/>
    <w:rsid w:val="0039128A"/>
    <w:rsid w:val="003920DE"/>
    <w:rsid w:val="0039512A"/>
    <w:rsid w:val="00396E42"/>
    <w:rsid w:val="003A3F36"/>
    <w:rsid w:val="003A4533"/>
    <w:rsid w:val="003A466D"/>
    <w:rsid w:val="003A6040"/>
    <w:rsid w:val="003A6688"/>
    <w:rsid w:val="003A6E96"/>
    <w:rsid w:val="003B09E2"/>
    <w:rsid w:val="003B12C6"/>
    <w:rsid w:val="003B1B1B"/>
    <w:rsid w:val="003B3173"/>
    <w:rsid w:val="003B3924"/>
    <w:rsid w:val="003B4078"/>
    <w:rsid w:val="003B6A9C"/>
    <w:rsid w:val="003C156E"/>
    <w:rsid w:val="003C1630"/>
    <w:rsid w:val="003C2B1D"/>
    <w:rsid w:val="003C3368"/>
    <w:rsid w:val="003D22AB"/>
    <w:rsid w:val="003D362F"/>
    <w:rsid w:val="003D4979"/>
    <w:rsid w:val="003D528D"/>
    <w:rsid w:val="003D6B56"/>
    <w:rsid w:val="003D77B6"/>
    <w:rsid w:val="003E147C"/>
    <w:rsid w:val="003E155B"/>
    <w:rsid w:val="003E1BB5"/>
    <w:rsid w:val="003E2A2B"/>
    <w:rsid w:val="003E2BE2"/>
    <w:rsid w:val="003E34E6"/>
    <w:rsid w:val="003E45C8"/>
    <w:rsid w:val="003F1854"/>
    <w:rsid w:val="003F1E4F"/>
    <w:rsid w:val="003F322A"/>
    <w:rsid w:val="003F3AD0"/>
    <w:rsid w:val="00400643"/>
    <w:rsid w:val="00403286"/>
    <w:rsid w:val="00404F39"/>
    <w:rsid w:val="0040514E"/>
    <w:rsid w:val="00405B48"/>
    <w:rsid w:val="00413666"/>
    <w:rsid w:val="004154E6"/>
    <w:rsid w:val="004179E3"/>
    <w:rsid w:val="00420B6D"/>
    <w:rsid w:val="00421E6E"/>
    <w:rsid w:val="00421F62"/>
    <w:rsid w:val="004226CC"/>
    <w:rsid w:val="00422859"/>
    <w:rsid w:val="00424579"/>
    <w:rsid w:val="0042520D"/>
    <w:rsid w:val="004252DE"/>
    <w:rsid w:val="0042575B"/>
    <w:rsid w:val="0043401E"/>
    <w:rsid w:val="00434717"/>
    <w:rsid w:val="00434B1D"/>
    <w:rsid w:val="0044018A"/>
    <w:rsid w:val="004412C8"/>
    <w:rsid w:val="00441A64"/>
    <w:rsid w:val="00441DFB"/>
    <w:rsid w:val="00442602"/>
    <w:rsid w:val="0044377F"/>
    <w:rsid w:val="004444B2"/>
    <w:rsid w:val="00445686"/>
    <w:rsid w:val="0044639C"/>
    <w:rsid w:val="00446C46"/>
    <w:rsid w:val="004473AF"/>
    <w:rsid w:val="00450C58"/>
    <w:rsid w:val="00453AD1"/>
    <w:rsid w:val="00454D06"/>
    <w:rsid w:val="00457479"/>
    <w:rsid w:val="00460CF5"/>
    <w:rsid w:val="00461D47"/>
    <w:rsid w:val="00461FE5"/>
    <w:rsid w:val="00462E2C"/>
    <w:rsid w:val="0046348B"/>
    <w:rsid w:val="00463F43"/>
    <w:rsid w:val="004654A3"/>
    <w:rsid w:val="00465F2C"/>
    <w:rsid w:val="004674C0"/>
    <w:rsid w:val="004703D0"/>
    <w:rsid w:val="0047069E"/>
    <w:rsid w:val="00471936"/>
    <w:rsid w:val="00471B52"/>
    <w:rsid w:val="00472305"/>
    <w:rsid w:val="00474A42"/>
    <w:rsid w:val="00474C66"/>
    <w:rsid w:val="00475D8B"/>
    <w:rsid w:val="00476B66"/>
    <w:rsid w:val="00477078"/>
    <w:rsid w:val="00480C34"/>
    <w:rsid w:val="00483FC4"/>
    <w:rsid w:val="004842CE"/>
    <w:rsid w:val="004855A5"/>
    <w:rsid w:val="00485EEE"/>
    <w:rsid w:val="00486103"/>
    <w:rsid w:val="004874A1"/>
    <w:rsid w:val="00490527"/>
    <w:rsid w:val="00490E1C"/>
    <w:rsid w:val="004913D4"/>
    <w:rsid w:val="004949EC"/>
    <w:rsid w:val="00497E32"/>
    <w:rsid w:val="004A1776"/>
    <w:rsid w:val="004A1C11"/>
    <w:rsid w:val="004A1CBF"/>
    <w:rsid w:val="004A3951"/>
    <w:rsid w:val="004A6339"/>
    <w:rsid w:val="004B0102"/>
    <w:rsid w:val="004B2933"/>
    <w:rsid w:val="004B2E24"/>
    <w:rsid w:val="004B3AC0"/>
    <w:rsid w:val="004B4C5C"/>
    <w:rsid w:val="004B4FB7"/>
    <w:rsid w:val="004B6144"/>
    <w:rsid w:val="004B664C"/>
    <w:rsid w:val="004C0F39"/>
    <w:rsid w:val="004C4BAC"/>
    <w:rsid w:val="004C553D"/>
    <w:rsid w:val="004C5A28"/>
    <w:rsid w:val="004C7540"/>
    <w:rsid w:val="004C769C"/>
    <w:rsid w:val="004C7960"/>
    <w:rsid w:val="004D0197"/>
    <w:rsid w:val="004D0ECD"/>
    <w:rsid w:val="004D125B"/>
    <w:rsid w:val="004D2378"/>
    <w:rsid w:val="004D25B1"/>
    <w:rsid w:val="004D4E57"/>
    <w:rsid w:val="004D5237"/>
    <w:rsid w:val="004D6C19"/>
    <w:rsid w:val="004D7E00"/>
    <w:rsid w:val="004E0F03"/>
    <w:rsid w:val="004E132A"/>
    <w:rsid w:val="004E20A5"/>
    <w:rsid w:val="004E41A1"/>
    <w:rsid w:val="004E70C4"/>
    <w:rsid w:val="004E764C"/>
    <w:rsid w:val="004F0FA3"/>
    <w:rsid w:val="004F5B4B"/>
    <w:rsid w:val="004F7375"/>
    <w:rsid w:val="004F7F0C"/>
    <w:rsid w:val="00500C0F"/>
    <w:rsid w:val="0050302E"/>
    <w:rsid w:val="005046F0"/>
    <w:rsid w:val="00504C30"/>
    <w:rsid w:val="005054EC"/>
    <w:rsid w:val="00506AFB"/>
    <w:rsid w:val="005071F9"/>
    <w:rsid w:val="005079D3"/>
    <w:rsid w:val="005103BC"/>
    <w:rsid w:val="00511067"/>
    <w:rsid w:val="005121D6"/>
    <w:rsid w:val="00513BEE"/>
    <w:rsid w:val="0051501D"/>
    <w:rsid w:val="005206B4"/>
    <w:rsid w:val="00520BF0"/>
    <w:rsid w:val="00521A3E"/>
    <w:rsid w:val="00525675"/>
    <w:rsid w:val="005262B2"/>
    <w:rsid w:val="00526E96"/>
    <w:rsid w:val="00527DDF"/>
    <w:rsid w:val="00532003"/>
    <w:rsid w:val="005338FC"/>
    <w:rsid w:val="0053429C"/>
    <w:rsid w:val="005344E4"/>
    <w:rsid w:val="00535F60"/>
    <w:rsid w:val="005373EA"/>
    <w:rsid w:val="005374DE"/>
    <w:rsid w:val="00537B33"/>
    <w:rsid w:val="005447A4"/>
    <w:rsid w:val="00545007"/>
    <w:rsid w:val="00546C1E"/>
    <w:rsid w:val="00550FCC"/>
    <w:rsid w:val="0055112E"/>
    <w:rsid w:val="00552BED"/>
    <w:rsid w:val="005543E5"/>
    <w:rsid w:val="00555B47"/>
    <w:rsid w:val="00556868"/>
    <w:rsid w:val="005579EC"/>
    <w:rsid w:val="005626A8"/>
    <w:rsid w:val="00562A5A"/>
    <w:rsid w:val="005635F6"/>
    <w:rsid w:val="00563FEC"/>
    <w:rsid w:val="0056418C"/>
    <w:rsid w:val="0056653A"/>
    <w:rsid w:val="0056752D"/>
    <w:rsid w:val="00567841"/>
    <w:rsid w:val="0057036E"/>
    <w:rsid w:val="00570B35"/>
    <w:rsid w:val="00570D07"/>
    <w:rsid w:val="00571562"/>
    <w:rsid w:val="00573EAD"/>
    <w:rsid w:val="005743DF"/>
    <w:rsid w:val="005744B1"/>
    <w:rsid w:val="00574B6C"/>
    <w:rsid w:val="005757AF"/>
    <w:rsid w:val="00575BEB"/>
    <w:rsid w:val="00575F7A"/>
    <w:rsid w:val="00577073"/>
    <w:rsid w:val="00577223"/>
    <w:rsid w:val="00577602"/>
    <w:rsid w:val="00584AA7"/>
    <w:rsid w:val="00584C2E"/>
    <w:rsid w:val="00584EBB"/>
    <w:rsid w:val="005850D8"/>
    <w:rsid w:val="00585D9A"/>
    <w:rsid w:val="00586537"/>
    <w:rsid w:val="00587B58"/>
    <w:rsid w:val="00587B68"/>
    <w:rsid w:val="00587E32"/>
    <w:rsid w:val="00587E82"/>
    <w:rsid w:val="005917AC"/>
    <w:rsid w:val="00592510"/>
    <w:rsid w:val="00592CE4"/>
    <w:rsid w:val="00595847"/>
    <w:rsid w:val="0059694D"/>
    <w:rsid w:val="00596A47"/>
    <w:rsid w:val="005A1C17"/>
    <w:rsid w:val="005A2839"/>
    <w:rsid w:val="005A439C"/>
    <w:rsid w:val="005A47CE"/>
    <w:rsid w:val="005A56CE"/>
    <w:rsid w:val="005A6CAB"/>
    <w:rsid w:val="005B08B3"/>
    <w:rsid w:val="005B1AEF"/>
    <w:rsid w:val="005B1D3E"/>
    <w:rsid w:val="005B1ED5"/>
    <w:rsid w:val="005B2704"/>
    <w:rsid w:val="005B46C7"/>
    <w:rsid w:val="005B48DC"/>
    <w:rsid w:val="005B79A1"/>
    <w:rsid w:val="005B7A67"/>
    <w:rsid w:val="005C1481"/>
    <w:rsid w:val="005C5B7D"/>
    <w:rsid w:val="005C693F"/>
    <w:rsid w:val="005C70DF"/>
    <w:rsid w:val="005C7867"/>
    <w:rsid w:val="005C7AB9"/>
    <w:rsid w:val="005D0B98"/>
    <w:rsid w:val="005D122B"/>
    <w:rsid w:val="005D1420"/>
    <w:rsid w:val="005D1490"/>
    <w:rsid w:val="005D41D9"/>
    <w:rsid w:val="005D4ED4"/>
    <w:rsid w:val="005D5D3C"/>
    <w:rsid w:val="005D619B"/>
    <w:rsid w:val="005E0367"/>
    <w:rsid w:val="005E1534"/>
    <w:rsid w:val="005E255A"/>
    <w:rsid w:val="005E2C1F"/>
    <w:rsid w:val="005E4E09"/>
    <w:rsid w:val="005E523F"/>
    <w:rsid w:val="005E686C"/>
    <w:rsid w:val="005E6D52"/>
    <w:rsid w:val="005F00E2"/>
    <w:rsid w:val="005F043A"/>
    <w:rsid w:val="005F0B1F"/>
    <w:rsid w:val="005F17DE"/>
    <w:rsid w:val="005F1F80"/>
    <w:rsid w:val="005F2D04"/>
    <w:rsid w:val="005F457D"/>
    <w:rsid w:val="005F4969"/>
    <w:rsid w:val="005F62FC"/>
    <w:rsid w:val="005F7C6F"/>
    <w:rsid w:val="006009EE"/>
    <w:rsid w:val="00604195"/>
    <w:rsid w:val="0060444F"/>
    <w:rsid w:val="00605D22"/>
    <w:rsid w:val="00606100"/>
    <w:rsid w:val="00606A8A"/>
    <w:rsid w:val="00611D8F"/>
    <w:rsid w:val="0061348A"/>
    <w:rsid w:val="0061464D"/>
    <w:rsid w:val="0061489E"/>
    <w:rsid w:val="00615DF0"/>
    <w:rsid w:val="0061798B"/>
    <w:rsid w:val="00617BC6"/>
    <w:rsid w:val="00620E82"/>
    <w:rsid w:val="0062195D"/>
    <w:rsid w:val="006230C0"/>
    <w:rsid w:val="0062647B"/>
    <w:rsid w:val="006270C3"/>
    <w:rsid w:val="00630469"/>
    <w:rsid w:val="0063164A"/>
    <w:rsid w:val="00631C8A"/>
    <w:rsid w:val="006329AE"/>
    <w:rsid w:val="00632D7F"/>
    <w:rsid w:val="00633FDC"/>
    <w:rsid w:val="00634E96"/>
    <w:rsid w:val="00636696"/>
    <w:rsid w:val="006373F6"/>
    <w:rsid w:val="006439BE"/>
    <w:rsid w:val="00645D34"/>
    <w:rsid w:val="00646158"/>
    <w:rsid w:val="0064718A"/>
    <w:rsid w:val="0065061F"/>
    <w:rsid w:val="00650E0E"/>
    <w:rsid w:val="006557FA"/>
    <w:rsid w:val="00656040"/>
    <w:rsid w:val="0065652E"/>
    <w:rsid w:val="00657332"/>
    <w:rsid w:val="006600DD"/>
    <w:rsid w:val="00661358"/>
    <w:rsid w:val="00662252"/>
    <w:rsid w:val="00663017"/>
    <w:rsid w:val="006633FF"/>
    <w:rsid w:val="00666B70"/>
    <w:rsid w:val="006678F0"/>
    <w:rsid w:val="00671EFE"/>
    <w:rsid w:val="00671F72"/>
    <w:rsid w:val="00672525"/>
    <w:rsid w:val="00673879"/>
    <w:rsid w:val="00673A68"/>
    <w:rsid w:val="00673CBA"/>
    <w:rsid w:val="00674D08"/>
    <w:rsid w:val="00675949"/>
    <w:rsid w:val="00680852"/>
    <w:rsid w:val="00681EA0"/>
    <w:rsid w:val="0068231A"/>
    <w:rsid w:val="0068355D"/>
    <w:rsid w:val="006859FA"/>
    <w:rsid w:val="00686E90"/>
    <w:rsid w:val="00687054"/>
    <w:rsid w:val="006874C2"/>
    <w:rsid w:val="00687931"/>
    <w:rsid w:val="00693D4C"/>
    <w:rsid w:val="006967FB"/>
    <w:rsid w:val="006A009F"/>
    <w:rsid w:val="006A1043"/>
    <w:rsid w:val="006A1F10"/>
    <w:rsid w:val="006A373A"/>
    <w:rsid w:val="006A58D5"/>
    <w:rsid w:val="006A65BC"/>
    <w:rsid w:val="006A6817"/>
    <w:rsid w:val="006A6B15"/>
    <w:rsid w:val="006A77A1"/>
    <w:rsid w:val="006A7A32"/>
    <w:rsid w:val="006B06C1"/>
    <w:rsid w:val="006B09F6"/>
    <w:rsid w:val="006B1405"/>
    <w:rsid w:val="006B35E5"/>
    <w:rsid w:val="006B369B"/>
    <w:rsid w:val="006B38B6"/>
    <w:rsid w:val="006B41EA"/>
    <w:rsid w:val="006B6035"/>
    <w:rsid w:val="006B625F"/>
    <w:rsid w:val="006B7B1F"/>
    <w:rsid w:val="006B7F18"/>
    <w:rsid w:val="006C181D"/>
    <w:rsid w:val="006C2D19"/>
    <w:rsid w:val="006C6135"/>
    <w:rsid w:val="006C67CD"/>
    <w:rsid w:val="006D58D8"/>
    <w:rsid w:val="006E0C86"/>
    <w:rsid w:val="006E164F"/>
    <w:rsid w:val="006F222D"/>
    <w:rsid w:val="006F2C8B"/>
    <w:rsid w:val="006F3552"/>
    <w:rsid w:val="006F603F"/>
    <w:rsid w:val="007003CF"/>
    <w:rsid w:val="00700985"/>
    <w:rsid w:val="0070184D"/>
    <w:rsid w:val="00702278"/>
    <w:rsid w:val="007027FB"/>
    <w:rsid w:val="0070326D"/>
    <w:rsid w:val="00703B35"/>
    <w:rsid w:val="0070402D"/>
    <w:rsid w:val="007063E2"/>
    <w:rsid w:val="00706536"/>
    <w:rsid w:val="00706BAE"/>
    <w:rsid w:val="0071184E"/>
    <w:rsid w:val="007215F2"/>
    <w:rsid w:val="007225AA"/>
    <w:rsid w:val="00723804"/>
    <w:rsid w:val="00725692"/>
    <w:rsid w:val="00731208"/>
    <w:rsid w:val="00731690"/>
    <w:rsid w:val="00733288"/>
    <w:rsid w:val="007333AC"/>
    <w:rsid w:val="00734EB8"/>
    <w:rsid w:val="0073525D"/>
    <w:rsid w:val="007353FB"/>
    <w:rsid w:val="00735423"/>
    <w:rsid w:val="00736581"/>
    <w:rsid w:val="007407B7"/>
    <w:rsid w:val="00744093"/>
    <w:rsid w:val="0074524A"/>
    <w:rsid w:val="00747BFA"/>
    <w:rsid w:val="007500FE"/>
    <w:rsid w:val="007506F2"/>
    <w:rsid w:val="00750CCA"/>
    <w:rsid w:val="00750FC0"/>
    <w:rsid w:val="00751EF3"/>
    <w:rsid w:val="00754210"/>
    <w:rsid w:val="00754225"/>
    <w:rsid w:val="00754377"/>
    <w:rsid w:val="0075660B"/>
    <w:rsid w:val="00757052"/>
    <w:rsid w:val="007570FB"/>
    <w:rsid w:val="0075797E"/>
    <w:rsid w:val="0076124D"/>
    <w:rsid w:val="007614EF"/>
    <w:rsid w:val="00761682"/>
    <w:rsid w:val="007618E6"/>
    <w:rsid w:val="00761BF9"/>
    <w:rsid w:val="00763780"/>
    <w:rsid w:val="00763C3C"/>
    <w:rsid w:val="007644CC"/>
    <w:rsid w:val="00764808"/>
    <w:rsid w:val="00764C4B"/>
    <w:rsid w:val="0076580E"/>
    <w:rsid w:val="007660BE"/>
    <w:rsid w:val="007665B3"/>
    <w:rsid w:val="00766747"/>
    <w:rsid w:val="007708AF"/>
    <w:rsid w:val="00772A1A"/>
    <w:rsid w:val="007779C6"/>
    <w:rsid w:val="00777D4F"/>
    <w:rsid w:val="00780EB7"/>
    <w:rsid w:val="00784AEF"/>
    <w:rsid w:val="00784DD5"/>
    <w:rsid w:val="007852A3"/>
    <w:rsid w:val="00790A25"/>
    <w:rsid w:val="00790B9B"/>
    <w:rsid w:val="00791F6A"/>
    <w:rsid w:val="0079348F"/>
    <w:rsid w:val="00795CAE"/>
    <w:rsid w:val="00796AE7"/>
    <w:rsid w:val="00797C5C"/>
    <w:rsid w:val="007A0CF5"/>
    <w:rsid w:val="007A3A75"/>
    <w:rsid w:val="007A3C07"/>
    <w:rsid w:val="007A5D1B"/>
    <w:rsid w:val="007A5E7C"/>
    <w:rsid w:val="007A6A4A"/>
    <w:rsid w:val="007A7E04"/>
    <w:rsid w:val="007B0E02"/>
    <w:rsid w:val="007B4868"/>
    <w:rsid w:val="007B51EA"/>
    <w:rsid w:val="007B5EF7"/>
    <w:rsid w:val="007B6789"/>
    <w:rsid w:val="007B6AF1"/>
    <w:rsid w:val="007C02E5"/>
    <w:rsid w:val="007C190C"/>
    <w:rsid w:val="007C28F4"/>
    <w:rsid w:val="007C312C"/>
    <w:rsid w:val="007C45AD"/>
    <w:rsid w:val="007C5D4C"/>
    <w:rsid w:val="007C6984"/>
    <w:rsid w:val="007C75BD"/>
    <w:rsid w:val="007D06B7"/>
    <w:rsid w:val="007D0A39"/>
    <w:rsid w:val="007D10A5"/>
    <w:rsid w:val="007D671B"/>
    <w:rsid w:val="007E1A3F"/>
    <w:rsid w:val="007E1C45"/>
    <w:rsid w:val="007E61F7"/>
    <w:rsid w:val="007E710B"/>
    <w:rsid w:val="007F1205"/>
    <w:rsid w:val="007F3B29"/>
    <w:rsid w:val="007F5D95"/>
    <w:rsid w:val="007F6A8B"/>
    <w:rsid w:val="00801C84"/>
    <w:rsid w:val="00802E92"/>
    <w:rsid w:val="00803228"/>
    <w:rsid w:val="00805B19"/>
    <w:rsid w:val="00806483"/>
    <w:rsid w:val="008074D3"/>
    <w:rsid w:val="00807AD4"/>
    <w:rsid w:val="00807F4B"/>
    <w:rsid w:val="008109AF"/>
    <w:rsid w:val="008131F5"/>
    <w:rsid w:val="00813615"/>
    <w:rsid w:val="00813FEC"/>
    <w:rsid w:val="008142A8"/>
    <w:rsid w:val="00816C12"/>
    <w:rsid w:val="00817E02"/>
    <w:rsid w:val="00823CCF"/>
    <w:rsid w:val="008256AF"/>
    <w:rsid w:val="00826809"/>
    <w:rsid w:val="00827975"/>
    <w:rsid w:val="008279F7"/>
    <w:rsid w:val="00827BF4"/>
    <w:rsid w:val="00827F11"/>
    <w:rsid w:val="00833537"/>
    <w:rsid w:val="0083366A"/>
    <w:rsid w:val="00835553"/>
    <w:rsid w:val="0084159A"/>
    <w:rsid w:val="00841B22"/>
    <w:rsid w:val="00842E63"/>
    <w:rsid w:val="00844152"/>
    <w:rsid w:val="0084470E"/>
    <w:rsid w:val="008450F9"/>
    <w:rsid w:val="00845107"/>
    <w:rsid w:val="0084514E"/>
    <w:rsid w:val="0084601A"/>
    <w:rsid w:val="00850264"/>
    <w:rsid w:val="00851172"/>
    <w:rsid w:val="00851D66"/>
    <w:rsid w:val="00852333"/>
    <w:rsid w:val="00857DC5"/>
    <w:rsid w:val="008637A0"/>
    <w:rsid w:val="0086398C"/>
    <w:rsid w:val="00863F8B"/>
    <w:rsid w:val="008641E0"/>
    <w:rsid w:val="00864F43"/>
    <w:rsid w:val="00865DFE"/>
    <w:rsid w:val="00866B10"/>
    <w:rsid w:val="00870DFE"/>
    <w:rsid w:val="0087110B"/>
    <w:rsid w:val="008713FC"/>
    <w:rsid w:val="008717A3"/>
    <w:rsid w:val="00871CA7"/>
    <w:rsid w:val="0087245D"/>
    <w:rsid w:val="00872598"/>
    <w:rsid w:val="0087311E"/>
    <w:rsid w:val="0087335E"/>
    <w:rsid w:val="008750AA"/>
    <w:rsid w:val="00877C1F"/>
    <w:rsid w:val="00877ED7"/>
    <w:rsid w:val="008805E5"/>
    <w:rsid w:val="008825B0"/>
    <w:rsid w:val="00884406"/>
    <w:rsid w:val="00885E74"/>
    <w:rsid w:val="00886D65"/>
    <w:rsid w:val="00890C87"/>
    <w:rsid w:val="00895237"/>
    <w:rsid w:val="00895A6F"/>
    <w:rsid w:val="008962F4"/>
    <w:rsid w:val="00897E67"/>
    <w:rsid w:val="008A2789"/>
    <w:rsid w:val="008A35CC"/>
    <w:rsid w:val="008A53C1"/>
    <w:rsid w:val="008A588A"/>
    <w:rsid w:val="008A687C"/>
    <w:rsid w:val="008A68ED"/>
    <w:rsid w:val="008B1478"/>
    <w:rsid w:val="008B16A0"/>
    <w:rsid w:val="008B2076"/>
    <w:rsid w:val="008B24EB"/>
    <w:rsid w:val="008B2A54"/>
    <w:rsid w:val="008B31B5"/>
    <w:rsid w:val="008B568D"/>
    <w:rsid w:val="008B6FA1"/>
    <w:rsid w:val="008C0307"/>
    <w:rsid w:val="008C0465"/>
    <w:rsid w:val="008C0965"/>
    <w:rsid w:val="008C124F"/>
    <w:rsid w:val="008C2602"/>
    <w:rsid w:val="008C5091"/>
    <w:rsid w:val="008C7E9C"/>
    <w:rsid w:val="008D0C61"/>
    <w:rsid w:val="008D3BF3"/>
    <w:rsid w:val="008D4CFE"/>
    <w:rsid w:val="008D543C"/>
    <w:rsid w:val="008D598A"/>
    <w:rsid w:val="008D6C5D"/>
    <w:rsid w:val="008D7566"/>
    <w:rsid w:val="008E43E9"/>
    <w:rsid w:val="008E63EF"/>
    <w:rsid w:val="008E7405"/>
    <w:rsid w:val="008F108E"/>
    <w:rsid w:val="008F43E2"/>
    <w:rsid w:val="008F56A0"/>
    <w:rsid w:val="008F6EC5"/>
    <w:rsid w:val="00900B50"/>
    <w:rsid w:val="00900C99"/>
    <w:rsid w:val="0090105D"/>
    <w:rsid w:val="00901BE3"/>
    <w:rsid w:val="00901F70"/>
    <w:rsid w:val="00903B3D"/>
    <w:rsid w:val="00903FB9"/>
    <w:rsid w:val="009058CC"/>
    <w:rsid w:val="00906462"/>
    <w:rsid w:val="00907FC7"/>
    <w:rsid w:val="00910842"/>
    <w:rsid w:val="00912616"/>
    <w:rsid w:val="00912E2D"/>
    <w:rsid w:val="00912E75"/>
    <w:rsid w:val="00913109"/>
    <w:rsid w:val="00913E08"/>
    <w:rsid w:val="00915B9D"/>
    <w:rsid w:val="0091774A"/>
    <w:rsid w:val="009213D0"/>
    <w:rsid w:val="00921624"/>
    <w:rsid w:val="00921A61"/>
    <w:rsid w:val="00921C05"/>
    <w:rsid w:val="009224AD"/>
    <w:rsid w:val="00926185"/>
    <w:rsid w:val="0092785F"/>
    <w:rsid w:val="00927998"/>
    <w:rsid w:val="00927A23"/>
    <w:rsid w:val="00927AEE"/>
    <w:rsid w:val="009301A9"/>
    <w:rsid w:val="00931CF1"/>
    <w:rsid w:val="00931F9E"/>
    <w:rsid w:val="00932639"/>
    <w:rsid w:val="009342C6"/>
    <w:rsid w:val="00934806"/>
    <w:rsid w:val="00941B23"/>
    <w:rsid w:val="009443F5"/>
    <w:rsid w:val="00944450"/>
    <w:rsid w:val="009444A9"/>
    <w:rsid w:val="0094664D"/>
    <w:rsid w:val="009469DB"/>
    <w:rsid w:val="0094721E"/>
    <w:rsid w:val="00953705"/>
    <w:rsid w:val="0095453A"/>
    <w:rsid w:val="0095499B"/>
    <w:rsid w:val="009550F5"/>
    <w:rsid w:val="009552B0"/>
    <w:rsid w:val="0096098A"/>
    <w:rsid w:val="00961045"/>
    <w:rsid w:val="00961882"/>
    <w:rsid w:val="0096254F"/>
    <w:rsid w:val="009628BA"/>
    <w:rsid w:val="00962DC8"/>
    <w:rsid w:val="00964E0B"/>
    <w:rsid w:val="0096548A"/>
    <w:rsid w:val="00965B41"/>
    <w:rsid w:val="00965BC2"/>
    <w:rsid w:val="00965C36"/>
    <w:rsid w:val="00967D00"/>
    <w:rsid w:val="00970215"/>
    <w:rsid w:val="009708CC"/>
    <w:rsid w:val="00971DAC"/>
    <w:rsid w:val="009721F7"/>
    <w:rsid w:val="00972D7A"/>
    <w:rsid w:val="00974270"/>
    <w:rsid w:val="00974752"/>
    <w:rsid w:val="00975529"/>
    <w:rsid w:val="00976ABC"/>
    <w:rsid w:val="00977FDE"/>
    <w:rsid w:val="0098064A"/>
    <w:rsid w:val="00980766"/>
    <w:rsid w:val="009807C3"/>
    <w:rsid w:val="00985A54"/>
    <w:rsid w:val="00985D42"/>
    <w:rsid w:val="00991029"/>
    <w:rsid w:val="009915A8"/>
    <w:rsid w:val="0099195C"/>
    <w:rsid w:val="00991BE7"/>
    <w:rsid w:val="00994494"/>
    <w:rsid w:val="00995C58"/>
    <w:rsid w:val="00996D71"/>
    <w:rsid w:val="009A2BF7"/>
    <w:rsid w:val="009A4BA6"/>
    <w:rsid w:val="009A530F"/>
    <w:rsid w:val="009A5934"/>
    <w:rsid w:val="009A69BD"/>
    <w:rsid w:val="009A6F26"/>
    <w:rsid w:val="009A7713"/>
    <w:rsid w:val="009A7CA0"/>
    <w:rsid w:val="009A7F86"/>
    <w:rsid w:val="009B12FF"/>
    <w:rsid w:val="009B1AA8"/>
    <w:rsid w:val="009B484C"/>
    <w:rsid w:val="009B7D73"/>
    <w:rsid w:val="009B7E7F"/>
    <w:rsid w:val="009B7EE2"/>
    <w:rsid w:val="009C0ABD"/>
    <w:rsid w:val="009C1B04"/>
    <w:rsid w:val="009C272C"/>
    <w:rsid w:val="009C38FB"/>
    <w:rsid w:val="009C38FD"/>
    <w:rsid w:val="009C3ABE"/>
    <w:rsid w:val="009C416C"/>
    <w:rsid w:val="009C643E"/>
    <w:rsid w:val="009C6C42"/>
    <w:rsid w:val="009C7FBD"/>
    <w:rsid w:val="009D31F5"/>
    <w:rsid w:val="009E184E"/>
    <w:rsid w:val="009E1A16"/>
    <w:rsid w:val="009E5801"/>
    <w:rsid w:val="009E634C"/>
    <w:rsid w:val="009F10E6"/>
    <w:rsid w:val="009F346B"/>
    <w:rsid w:val="009F44F8"/>
    <w:rsid w:val="009F7021"/>
    <w:rsid w:val="009F72DB"/>
    <w:rsid w:val="009F7929"/>
    <w:rsid w:val="00A026C3"/>
    <w:rsid w:val="00A02E0B"/>
    <w:rsid w:val="00A03BCD"/>
    <w:rsid w:val="00A070E6"/>
    <w:rsid w:val="00A13D02"/>
    <w:rsid w:val="00A13F90"/>
    <w:rsid w:val="00A17A05"/>
    <w:rsid w:val="00A20488"/>
    <w:rsid w:val="00A20630"/>
    <w:rsid w:val="00A21679"/>
    <w:rsid w:val="00A21B58"/>
    <w:rsid w:val="00A21EDE"/>
    <w:rsid w:val="00A221FE"/>
    <w:rsid w:val="00A22646"/>
    <w:rsid w:val="00A234AD"/>
    <w:rsid w:val="00A23DA7"/>
    <w:rsid w:val="00A246A0"/>
    <w:rsid w:val="00A258F1"/>
    <w:rsid w:val="00A25968"/>
    <w:rsid w:val="00A26880"/>
    <w:rsid w:val="00A26CF6"/>
    <w:rsid w:val="00A27E27"/>
    <w:rsid w:val="00A30119"/>
    <w:rsid w:val="00A32F21"/>
    <w:rsid w:val="00A3411A"/>
    <w:rsid w:val="00A40F6A"/>
    <w:rsid w:val="00A4263E"/>
    <w:rsid w:val="00A42F2D"/>
    <w:rsid w:val="00A431E5"/>
    <w:rsid w:val="00A43946"/>
    <w:rsid w:val="00A43C6B"/>
    <w:rsid w:val="00A4492A"/>
    <w:rsid w:val="00A44C59"/>
    <w:rsid w:val="00A45B56"/>
    <w:rsid w:val="00A472F5"/>
    <w:rsid w:val="00A55B8B"/>
    <w:rsid w:val="00A573A2"/>
    <w:rsid w:val="00A57808"/>
    <w:rsid w:val="00A61208"/>
    <w:rsid w:val="00A612C3"/>
    <w:rsid w:val="00A631CC"/>
    <w:rsid w:val="00A634CE"/>
    <w:rsid w:val="00A65435"/>
    <w:rsid w:val="00A66C32"/>
    <w:rsid w:val="00A6728E"/>
    <w:rsid w:val="00A6732F"/>
    <w:rsid w:val="00A67E9C"/>
    <w:rsid w:val="00A70121"/>
    <w:rsid w:val="00A70711"/>
    <w:rsid w:val="00A71014"/>
    <w:rsid w:val="00A71027"/>
    <w:rsid w:val="00A714D3"/>
    <w:rsid w:val="00A7159A"/>
    <w:rsid w:val="00A7522E"/>
    <w:rsid w:val="00A76138"/>
    <w:rsid w:val="00A80A8A"/>
    <w:rsid w:val="00A810A9"/>
    <w:rsid w:val="00A826D3"/>
    <w:rsid w:val="00A83B18"/>
    <w:rsid w:val="00A87436"/>
    <w:rsid w:val="00A935C0"/>
    <w:rsid w:val="00A9424F"/>
    <w:rsid w:val="00A94C19"/>
    <w:rsid w:val="00A957AD"/>
    <w:rsid w:val="00A962A8"/>
    <w:rsid w:val="00A962D4"/>
    <w:rsid w:val="00A96CE9"/>
    <w:rsid w:val="00A9763A"/>
    <w:rsid w:val="00AA032D"/>
    <w:rsid w:val="00AA3314"/>
    <w:rsid w:val="00AA3F12"/>
    <w:rsid w:val="00AB2B2C"/>
    <w:rsid w:val="00AB331E"/>
    <w:rsid w:val="00AB3BCC"/>
    <w:rsid w:val="00AB4631"/>
    <w:rsid w:val="00AB463A"/>
    <w:rsid w:val="00AB4A0C"/>
    <w:rsid w:val="00AB715E"/>
    <w:rsid w:val="00AB7CD1"/>
    <w:rsid w:val="00AB7FD4"/>
    <w:rsid w:val="00AC022C"/>
    <w:rsid w:val="00AC3F8A"/>
    <w:rsid w:val="00AC547D"/>
    <w:rsid w:val="00AC564D"/>
    <w:rsid w:val="00AC5EF2"/>
    <w:rsid w:val="00AC6B57"/>
    <w:rsid w:val="00AC707C"/>
    <w:rsid w:val="00AD04F9"/>
    <w:rsid w:val="00AD159A"/>
    <w:rsid w:val="00AD21B2"/>
    <w:rsid w:val="00AD25A7"/>
    <w:rsid w:val="00AD3570"/>
    <w:rsid w:val="00AD633F"/>
    <w:rsid w:val="00AD78A8"/>
    <w:rsid w:val="00AE0251"/>
    <w:rsid w:val="00AE05A4"/>
    <w:rsid w:val="00AE1077"/>
    <w:rsid w:val="00AE1619"/>
    <w:rsid w:val="00AE208A"/>
    <w:rsid w:val="00AE2F45"/>
    <w:rsid w:val="00AE3279"/>
    <w:rsid w:val="00AE39BB"/>
    <w:rsid w:val="00AE432A"/>
    <w:rsid w:val="00AE4897"/>
    <w:rsid w:val="00AE67D1"/>
    <w:rsid w:val="00AE728E"/>
    <w:rsid w:val="00AE75A8"/>
    <w:rsid w:val="00AE763A"/>
    <w:rsid w:val="00AF173C"/>
    <w:rsid w:val="00AF6B7E"/>
    <w:rsid w:val="00AF7CAA"/>
    <w:rsid w:val="00B00268"/>
    <w:rsid w:val="00B007DB"/>
    <w:rsid w:val="00B02195"/>
    <w:rsid w:val="00B0249D"/>
    <w:rsid w:val="00B0362C"/>
    <w:rsid w:val="00B05183"/>
    <w:rsid w:val="00B0743A"/>
    <w:rsid w:val="00B103FD"/>
    <w:rsid w:val="00B10592"/>
    <w:rsid w:val="00B1146B"/>
    <w:rsid w:val="00B117A6"/>
    <w:rsid w:val="00B15DAF"/>
    <w:rsid w:val="00B16A59"/>
    <w:rsid w:val="00B1725D"/>
    <w:rsid w:val="00B24A7B"/>
    <w:rsid w:val="00B24AF1"/>
    <w:rsid w:val="00B25643"/>
    <w:rsid w:val="00B27B93"/>
    <w:rsid w:val="00B30FE0"/>
    <w:rsid w:val="00B317D4"/>
    <w:rsid w:val="00B3454C"/>
    <w:rsid w:val="00B3768C"/>
    <w:rsid w:val="00B37977"/>
    <w:rsid w:val="00B434BE"/>
    <w:rsid w:val="00B459D7"/>
    <w:rsid w:val="00B466F6"/>
    <w:rsid w:val="00B46826"/>
    <w:rsid w:val="00B470B6"/>
    <w:rsid w:val="00B50AA8"/>
    <w:rsid w:val="00B543CA"/>
    <w:rsid w:val="00B54A17"/>
    <w:rsid w:val="00B552BE"/>
    <w:rsid w:val="00B55A18"/>
    <w:rsid w:val="00B5698C"/>
    <w:rsid w:val="00B5699B"/>
    <w:rsid w:val="00B56C78"/>
    <w:rsid w:val="00B6138E"/>
    <w:rsid w:val="00B6148A"/>
    <w:rsid w:val="00B61528"/>
    <w:rsid w:val="00B61858"/>
    <w:rsid w:val="00B6362E"/>
    <w:rsid w:val="00B63D02"/>
    <w:rsid w:val="00B64234"/>
    <w:rsid w:val="00B64636"/>
    <w:rsid w:val="00B653E2"/>
    <w:rsid w:val="00B657A5"/>
    <w:rsid w:val="00B6652B"/>
    <w:rsid w:val="00B704A3"/>
    <w:rsid w:val="00B7193B"/>
    <w:rsid w:val="00B72E7E"/>
    <w:rsid w:val="00B72ED5"/>
    <w:rsid w:val="00B74D15"/>
    <w:rsid w:val="00B74FA6"/>
    <w:rsid w:val="00B76264"/>
    <w:rsid w:val="00B76A1B"/>
    <w:rsid w:val="00B76D4B"/>
    <w:rsid w:val="00B77298"/>
    <w:rsid w:val="00B80252"/>
    <w:rsid w:val="00B80D42"/>
    <w:rsid w:val="00B85E33"/>
    <w:rsid w:val="00B90CB5"/>
    <w:rsid w:val="00B91639"/>
    <w:rsid w:val="00B9292A"/>
    <w:rsid w:val="00B93422"/>
    <w:rsid w:val="00B93E61"/>
    <w:rsid w:val="00B94835"/>
    <w:rsid w:val="00B96BAE"/>
    <w:rsid w:val="00B974B1"/>
    <w:rsid w:val="00BA0610"/>
    <w:rsid w:val="00BA12CD"/>
    <w:rsid w:val="00BA2E4B"/>
    <w:rsid w:val="00BA2FB3"/>
    <w:rsid w:val="00BA38B0"/>
    <w:rsid w:val="00BA53AC"/>
    <w:rsid w:val="00BB05A9"/>
    <w:rsid w:val="00BB13B5"/>
    <w:rsid w:val="00BB18DA"/>
    <w:rsid w:val="00BB3408"/>
    <w:rsid w:val="00BB36F1"/>
    <w:rsid w:val="00BB3D33"/>
    <w:rsid w:val="00BB436A"/>
    <w:rsid w:val="00BB48F5"/>
    <w:rsid w:val="00BC1518"/>
    <w:rsid w:val="00BC1707"/>
    <w:rsid w:val="00BC2EA8"/>
    <w:rsid w:val="00BC34FA"/>
    <w:rsid w:val="00BC37FE"/>
    <w:rsid w:val="00BC3EFB"/>
    <w:rsid w:val="00BC467E"/>
    <w:rsid w:val="00BC4F50"/>
    <w:rsid w:val="00BC5221"/>
    <w:rsid w:val="00BC771A"/>
    <w:rsid w:val="00BD2005"/>
    <w:rsid w:val="00BD2B6E"/>
    <w:rsid w:val="00BD2F2A"/>
    <w:rsid w:val="00BD3098"/>
    <w:rsid w:val="00BD39EC"/>
    <w:rsid w:val="00BD4CB3"/>
    <w:rsid w:val="00BD6EC6"/>
    <w:rsid w:val="00BE04EC"/>
    <w:rsid w:val="00BE4165"/>
    <w:rsid w:val="00BE5CB8"/>
    <w:rsid w:val="00BE62AC"/>
    <w:rsid w:val="00BE7E53"/>
    <w:rsid w:val="00BF5421"/>
    <w:rsid w:val="00BF6437"/>
    <w:rsid w:val="00BF6A66"/>
    <w:rsid w:val="00BF6BF8"/>
    <w:rsid w:val="00BF6DB4"/>
    <w:rsid w:val="00C00D4D"/>
    <w:rsid w:val="00C05728"/>
    <w:rsid w:val="00C05D3A"/>
    <w:rsid w:val="00C072C1"/>
    <w:rsid w:val="00C120B0"/>
    <w:rsid w:val="00C121F8"/>
    <w:rsid w:val="00C13B18"/>
    <w:rsid w:val="00C15062"/>
    <w:rsid w:val="00C20FC2"/>
    <w:rsid w:val="00C25E74"/>
    <w:rsid w:val="00C26D47"/>
    <w:rsid w:val="00C2704E"/>
    <w:rsid w:val="00C30A25"/>
    <w:rsid w:val="00C30DC9"/>
    <w:rsid w:val="00C32B93"/>
    <w:rsid w:val="00C337E9"/>
    <w:rsid w:val="00C33C2A"/>
    <w:rsid w:val="00C353AB"/>
    <w:rsid w:val="00C36C4F"/>
    <w:rsid w:val="00C40CEB"/>
    <w:rsid w:val="00C41A22"/>
    <w:rsid w:val="00C43B28"/>
    <w:rsid w:val="00C44891"/>
    <w:rsid w:val="00C44C53"/>
    <w:rsid w:val="00C44E74"/>
    <w:rsid w:val="00C45A86"/>
    <w:rsid w:val="00C465F0"/>
    <w:rsid w:val="00C475A2"/>
    <w:rsid w:val="00C478E3"/>
    <w:rsid w:val="00C5029F"/>
    <w:rsid w:val="00C51008"/>
    <w:rsid w:val="00C51F64"/>
    <w:rsid w:val="00C535DB"/>
    <w:rsid w:val="00C55B43"/>
    <w:rsid w:val="00C564A4"/>
    <w:rsid w:val="00C568F3"/>
    <w:rsid w:val="00C575C6"/>
    <w:rsid w:val="00C610AE"/>
    <w:rsid w:val="00C62020"/>
    <w:rsid w:val="00C674C0"/>
    <w:rsid w:val="00C67EA9"/>
    <w:rsid w:val="00C7006D"/>
    <w:rsid w:val="00C70AC3"/>
    <w:rsid w:val="00C732BE"/>
    <w:rsid w:val="00C764B7"/>
    <w:rsid w:val="00C7777F"/>
    <w:rsid w:val="00C81206"/>
    <w:rsid w:val="00C83674"/>
    <w:rsid w:val="00C853FC"/>
    <w:rsid w:val="00C90928"/>
    <w:rsid w:val="00C91072"/>
    <w:rsid w:val="00C9243C"/>
    <w:rsid w:val="00C92D8C"/>
    <w:rsid w:val="00C92E72"/>
    <w:rsid w:val="00C93D65"/>
    <w:rsid w:val="00C93DEC"/>
    <w:rsid w:val="00C9404C"/>
    <w:rsid w:val="00C94F32"/>
    <w:rsid w:val="00C95681"/>
    <w:rsid w:val="00C95972"/>
    <w:rsid w:val="00C97A4B"/>
    <w:rsid w:val="00CA1017"/>
    <w:rsid w:val="00CA24E6"/>
    <w:rsid w:val="00CA6633"/>
    <w:rsid w:val="00CA7862"/>
    <w:rsid w:val="00CB05DB"/>
    <w:rsid w:val="00CB18B1"/>
    <w:rsid w:val="00CB2636"/>
    <w:rsid w:val="00CB2971"/>
    <w:rsid w:val="00CB34F4"/>
    <w:rsid w:val="00CB6632"/>
    <w:rsid w:val="00CB745A"/>
    <w:rsid w:val="00CC3D21"/>
    <w:rsid w:val="00CC6249"/>
    <w:rsid w:val="00CC7E8C"/>
    <w:rsid w:val="00CD1436"/>
    <w:rsid w:val="00CD1F16"/>
    <w:rsid w:val="00CD3D0C"/>
    <w:rsid w:val="00CD472F"/>
    <w:rsid w:val="00CD4E1D"/>
    <w:rsid w:val="00CD5032"/>
    <w:rsid w:val="00CD7793"/>
    <w:rsid w:val="00CE0580"/>
    <w:rsid w:val="00CE08D5"/>
    <w:rsid w:val="00CE0D64"/>
    <w:rsid w:val="00CE1221"/>
    <w:rsid w:val="00CE31B0"/>
    <w:rsid w:val="00CE446F"/>
    <w:rsid w:val="00CE4FA5"/>
    <w:rsid w:val="00CE5D24"/>
    <w:rsid w:val="00CE72F7"/>
    <w:rsid w:val="00CE74BE"/>
    <w:rsid w:val="00CE7BB8"/>
    <w:rsid w:val="00CF0CD7"/>
    <w:rsid w:val="00CF135D"/>
    <w:rsid w:val="00CF1B51"/>
    <w:rsid w:val="00CF24D2"/>
    <w:rsid w:val="00CF381E"/>
    <w:rsid w:val="00CF3874"/>
    <w:rsid w:val="00CF44A2"/>
    <w:rsid w:val="00D007E1"/>
    <w:rsid w:val="00D0162D"/>
    <w:rsid w:val="00D02DD1"/>
    <w:rsid w:val="00D035CD"/>
    <w:rsid w:val="00D03C3E"/>
    <w:rsid w:val="00D04861"/>
    <w:rsid w:val="00D05625"/>
    <w:rsid w:val="00D0567F"/>
    <w:rsid w:val="00D059A8"/>
    <w:rsid w:val="00D0684A"/>
    <w:rsid w:val="00D07F75"/>
    <w:rsid w:val="00D1193D"/>
    <w:rsid w:val="00D12696"/>
    <w:rsid w:val="00D130C0"/>
    <w:rsid w:val="00D15035"/>
    <w:rsid w:val="00D1537F"/>
    <w:rsid w:val="00D172D0"/>
    <w:rsid w:val="00D17839"/>
    <w:rsid w:val="00D20028"/>
    <w:rsid w:val="00D215FE"/>
    <w:rsid w:val="00D22B04"/>
    <w:rsid w:val="00D23519"/>
    <w:rsid w:val="00D25E10"/>
    <w:rsid w:val="00D27095"/>
    <w:rsid w:val="00D31555"/>
    <w:rsid w:val="00D32812"/>
    <w:rsid w:val="00D32B6A"/>
    <w:rsid w:val="00D34CE1"/>
    <w:rsid w:val="00D36AF2"/>
    <w:rsid w:val="00D370FB"/>
    <w:rsid w:val="00D37C27"/>
    <w:rsid w:val="00D40612"/>
    <w:rsid w:val="00D41AF5"/>
    <w:rsid w:val="00D41DBA"/>
    <w:rsid w:val="00D42EB4"/>
    <w:rsid w:val="00D437A8"/>
    <w:rsid w:val="00D4512A"/>
    <w:rsid w:val="00D45571"/>
    <w:rsid w:val="00D45A31"/>
    <w:rsid w:val="00D51143"/>
    <w:rsid w:val="00D520D8"/>
    <w:rsid w:val="00D574CA"/>
    <w:rsid w:val="00D62A57"/>
    <w:rsid w:val="00D62D18"/>
    <w:rsid w:val="00D64BB0"/>
    <w:rsid w:val="00D66D76"/>
    <w:rsid w:val="00D71C6C"/>
    <w:rsid w:val="00D71CB3"/>
    <w:rsid w:val="00D71F8D"/>
    <w:rsid w:val="00D7234F"/>
    <w:rsid w:val="00D7345F"/>
    <w:rsid w:val="00D734DE"/>
    <w:rsid w:val="00D75E97"/>
    <w:rsid w:val="00D767BB"/>
    <w:rsid w:val="00D80D8D"/>
    <w:rsid w:val="00D844A2"/>
    <w:rsid w:val="00D844EF"/>
    <w:rsid w:val="00D870A9"/>
    <w:rsid w:val="00D90ACE"/>
    <w:rsid w:val="00D90F1C"/>
    <w:rsid w:val="00D95B83"/>
    <w:rsid w:val="00D960AA"/>
    <w:rsid w:val="00D96BA4"/>
    <w:rsid w:val="00D9711C"/>
    <w:rsid w:val="00D97199"/>
    <w:rsid w:val="00DA14B9"/>
    <w:rsid w:val="00DA14E3"/>
    <w:rsid w:val="00DA1867"/>
    <w:rsid w:val="00DA1982"/>
    <w:rsid w:val="00DA26D6"/>
    <w:rsid w:val="00DA4116"/>
    <w:rsid w:val="00DA53F5"/>
    <w:rsid w:val="00DA7D39"/>
    <w:rsid w:val="00DB0FE6"/>
    <w:rsid w:val="00DB18DB"/>
    <w:rsid w:val="00DB28BB"/>
    <w:rsid w:val="00DB305E"/>
    <w:rsid w:val="00DB339E"/>
    <w:rsid w:val="00DC18AD"/>
    <w:rsid w:val="00DC754E"/>
    <w:rsid w:val="00DD02C6"/>
    <w:rsid w:val="00DD035D"/>
    <w:rsid w:val="00DD1021"/>
    <w:rsid w:val="00DD3B66"/>
    <w:rsid w:val="00DD3D6F"/>
    <w:rsid w:val="00DE17A2"/>
    <w:rsid w:val="00DE4740"/>
    <w:rsid w:val="00DE51C7"/>
    <w:rsid w:val="00DE5D17"/>
    <w:rsid w:val="00DE64BF"/>
    <w:rsid w:val="00DE6909"/>
    <w:rsid w:val="00DE6FB6"/>
    <w:rsid w:val="00DF00CC"/>
    <w:rsid w:val="00DF22AD"/>
    <w:rsid w:val="00DF25EF"/>
    <w:rsid w:val="00DF3ED2"/>
    <w:rsid w:val="00DF6563"/>
    <w:rsid w:val="00E00A25"/>
    <w:rsid w:val="00E00FCF"/>
    <w:rsid w:val="00E018DF"/>
    <w:rsid w:val="00E01B13"/>
    <w:rsid w:val="00E01EA8"/>
    <w:rsid w:val="00E02DCC"/>
    <w:rsid w:val="00E04C49"/>
    <w:rsid w:val="00E06CD5"/>
    <w:rsid w:val="00E1018B"/>
    <w:rsid w:val="00E1046C"/>
    <w:rsid w:val="00E10AF0"/>
    <w:rsid w:val="00E110EE"/>
    <w:rsid w:val="00E1170D"/>
    <w:rsid w:val="00E11783"/>
    <w:rsid w:val="00E11949"/>
    <w:rsid w:val="00E12113"/>
    <w:rsid w:val="00E1220C"/>
    <w:rsid w:val="00E12552"/>
    <w:rsid w:val="00E13D18"/>
    <w:rsid w:val="00E13F27"/>
    <w:rsid w:val="00E1415B"/>
    <w:rsid w:val="00E14BB8"/>
    <w:rsid w:val="00E2173F"/>
    <w:rsid w:val="00E21AC6"/>
    <w:rsid w:val="00E22577"/>
    <w:rsid w:val="00E23C89"/>
    <w:rsid w:val="00E2602D"/>
    <w:rsid w:val="00E300DB"/>
    <w:rsid w:val="00E304E4"/>
    <w:rsid w:val="00E30C9E"/>
    <w:rsid w:val="00E3246E"/>
    <w:rsid w:val="00E329FC"/>
    <w:rsid w:val="00E33FA5"/>
    <w:rsid w:val="00E343BC"/>
    <w:rsid w:val="00E35E3D"/>
    <w:rsid w:val="00E3692A"/>
    <w:rsid w:val="00E37807"/>
    <w:rsid w:val="00E415E2"/>
    <w:rsid w:val="00E41FED"/>
    <w:rsid w:val="00E42DF7"/>
    <w:rsid w:val="00E45D65"/>
    <w:rsid w:val="00E4799C"/>
    <w:rsid w:val="00E515C4"/>
    <w:rsid w:val="00E5225A"/>
    <w:rsid w:val="00E5287F"/>
    <w:rsid w:val="00E54C8B"/>
    <w:rsid w:val="00E572A0"/>
    <w:rsid w:val="00E574AC"/>
    <w:rsid w:val="00E577AF"/>
    <w:rsid w:val="00E62A42"/>
    <w:rsid w:val="00E62D08"/>
    <w:rsid w:val="00E642D2"/>
    <w:rsid w:val="00E6468C"/>
    <w:rsid w:val="00E6653F"/>
    <w:rsid w:val="00E66A31"/>
    <w:rsid w:val="00E675EB"/>
    <w:rsid w:val="00E71849"/>
    <w:rsid w:val="00E719C6"/>
    <w:rsid w:val="00E71B80"/>
    <w:rsid w:val="00E71C68"/>
    <w:rsid w:val="00E721FA"/>
    <w:rsid w:val="00E75B24"/>
    <w:rsid w:val="00E75F00"/>
    <w:rsid w:val="00E76C94"/>
    <w:rsid w:val="00E80495"/>
    <w:rsid w:val="00E80E5A"/>
    <w:rsid w:val="00E80F78"/>
    <w:rsid w:val="00E81044"/>
    <w:rsid w:val="00E811A8"/>
    <w:rsid w:val="00E81595"/>
    <w:rsid w:val="00E82DA6"/>
    <w:rsid w:val="00E84231"/>
    <w:rsid w:val="00E854ED"/>
    <w:rsid w:val="00E85659"/>
    <w:rsid w:val="00E858DB"/>
    <w:rsid w:val="00E85DE0"/>
    <w:rsid w:val="00E90702"/>
    <w:rsid w:val="00E94033"/>
    <w:rsid w:val="00E964FF"/>
    <w:rsid w:val="00E96AD7"/>
    <w:rsid w:val="00EA020A"/>
    <w:rsid w:val="00EA38E0"/>
    <w:rsid w:val="00EA45FE"/>
    <w:rsid w:val="00EA51F2"/>
    <w:rsid w:val="00EA5887"/>
    <w:rsid w:val="00EA6C84"/>
    <w:rsid w:val="00EA7FB4"/>
    <w:rsid w:val="00EB4D7A"/>
    <w:rsid w:val="00EB5C8F"/>
    <w:rsid w:val="00EB5EF2"/>
    <w:rsid w:val="00EB6207"/>
    <w:rsid w:val="00EB6D86"/>
    <w:rsid w:val="00EB71D9"/>
    <w:rsid w:val="00EC0BBC"/>
    <w:rsid w:val="00EC0FB9"/>
    <w:rsid w:val="00EC52AF"/>
    <w:rsid w:val="00EC7032"/>
    <w:rsid w:val="00ED00ED"/>
    <w:rsid w:val="00ED0B09"/>
    <w:rsid w:val="00ED0BEB"/>
    <w:rsid w:val="00ED3584"/>
    <w:rsid w:val="00ED54E1"/>
    <w:rsid w:val="00ED5941"/>
    <w:rsid w:val="00ED75EE"/>
    <w:rsid w:val="00EE0049"/>
    <w:rsid w:val="00EE14AD"/>
    <w:rsid w:val="00EE39C0"/>
    <w:rsid w:val="00EE4A50"/>
    <w:rsid w:val="00EE5CB9"/>
    <w:rsid w:val="00EE5CD8"/>
    <w:rsid w:val="00EE64DC"/>
    <w:rsid w:val="00EE69F4"/>
    <w:rsid w:val="00EE6F53"/>
    <w:rsid w:val="00EF223A"/>
    <w:rsid w:val="00EF3A7E"/>
    <w:rsid w:val="00EF497F"/>
    <w:rsid w:val="00EF4F83"/>
    <w:rsid w:val="00EF58C7"/>
    <w:rsid w:val="00EF68FF"/>
    <w:rsid w:val="00EF7347"/>
    <w:rsid w:val="00F01280"/>
    <w:rsid w:val="00F016C3"/>
    <w:rsid w:val="00F0519B"/>
    <w:rsid w:val="00F10ECB"/>
    <w:rsid w:val="00F10F13"/>
    <w:rsid w:val="00F1301A"/>
    <w:rsid w:val="00F1345C"/>
    <w:rsid w:val="00F13B2A"/>
    <w:rsid w:val="00F15D45"/>
    <w:rsid w:val="00F16053"/>
    <w:rsid w:val="00F16E96"/>
    <w:rsid w:val="00F178BD"/>
    <w:rsid w:val="00F204FA"/>
    <w:rsid w:val="00F20EFE"/>
    <w:rsid w:val="00F20FC5"/>
    <w:rsid w:val="00F21240"/>
    <w:rsid w:val="00F21B40"/>
    <w:rsid w:val="00F23ED0"/>
    <w:rsid w:val="00F24AFD"/>
    <w:rsid w:val="00F25192"/>
    <w:rsid w:val="00F270B8"/>
    <w:rsid w:val="00F2720E"/>
    <w:rsid w:val="00F27EC6"/>
    <w:rsid w:val="00F34036"/>
    <w:rsid w:val="00F34320"/>
    <w:rsid w:val="00F36014"/>
    <w:rsid w:val="00F3655F"/>
    <w:rsid w:val="00F403F0"/>
    <w:rsid w:val="00F40430"/>
    <w:rsid w:val="00F41658"/>
    <w:rsid w:val="00F4263E"/>
    <w:rsid w:val="00F4337E"/>
    <w:rsid w:val="00F44D56"/>
    <w:rsid w:val="00F45B6C"/>
    <w:rsid w:val="00F51544"/>
    <w:rsid w:val="00F51CBB"/>
    <w:rsid w:val="00F531F7"/>
    <w:rsid w:val="00F53CA1"/>
    <w:rsid w:val="00F55CF0"/>
    <w:rsid w:val="00F56132"/>
    <w:rsid w:val="00F56A2B"/>
    <w:rsid w:val="00F56AA5"/>
    <w:rsid w:val="00F57B14"/>
    <w:rsid w:val="00F629F9"/>
    <w:rsid w:val="00F63271"/>
    <w:rsid w:val="00F74A15"/>
    <w:rsid w:val="00F763D3"/>
    <w:rsid w:val="00F76EC1"/>
    <w:rsid w:val="00F76F11"/>
    <w:rsid w:val="00F80AD2"/>
    <w:rsid w:val="00F8177D"/>
    <w:rsid w:val="00F82398"/>
    <w:rsid w:val="00F824B9"/>
    <w:rsid w:val="00F857E8"/>
    <w:rsid w:val="00F85F5F"/>
    <w:rsid w:val="00F8625C"/>
    <w:rsid w:val="00F911D1"/>
    <w:rsid w:val="00F9298D"/>
    <w:rsid w:val="00F92CC5"/>
    <w:rsid w:val="00F93DAA"/>
    <w:rsid w:val="00F956A0"/>
    <w:rsid w:val="00FA664B"/>
    <w:rsid w:val="00FB0227"/>
    <w:rsid w:val="00FB0F29"/>
    <w:rsid w:val="00FB4167"/>
    <w:rsid w:val="00FB43EB"/>
    <w:rsid w:val="00FB4702"/>
    <w:rsid w:val="00FB7621"/>
    <w:rsid w:val="00FC0B30"/>
    <w:rsid w:val="00FC203D"/>
    <w:rsid w:val="00FC37B3"/>
    <w:rsid w:val="00FC4A83"/>
    <w:rsid w:val="00FC4D7C"/>
    <w:rsid w:val="00FC5EF4"/>
    <w:rsid w:val="00FD126B"/>
    <w:rsid w:val="00FD352F"/>
    <w:rsid w:val="00FD4B89"/>
    <w:rsid w:val="00FD5001"/>
    <w:rsid w:val="00FD7B2A"/>
    <w:rsid w:val="00FE0196"/>
    <w:rsid w:val="00FE0C20"/>
    <w:rsid w:val="00FE0D63"/>
    <w:rsid w:val="00FE1AAD"/>
    <w:rsid w:val="00FE4AD5"/>
    <w:rsid w:val="00FE61DD"/>
    <w:rsid w:val="00FE7FA3"/>
    <w:rsid w:val="00FF12B4"/>
    <w:rsid w:val="00FF1696"/>
    <w:rsid w:val="00FF1B7A"/>
    <w:rsid w:val="00FF387B"/>
    <w:rsid w:val="00FF3AAD"/>
    <w:rsid w:val="00FF3E23"/>
    <w:rsid w:val="00FF4AC6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75E44"/>
  <w15:docId w15:val="{9FB89A54-1D91-42C5-9A36-54BD5C4FF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53FC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5421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F5421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BF542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F5421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BF5421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BF542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BF5421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F5421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BF542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8B1478"/>
    <w:pPr>
      <w:framePr w:w="7920" w:h="1980" w:hRule="exact" w:hSpace="141" w:wrap="auto" w:hAnchor="page" w:xAlign="center" w:yAlign="bottom"/>
      <w:spacing w:after="0" w:line="240" w:lineRule="auto"/>
      <w:ind w:left="2880"/>
    </w:pPr>
  </w:style>
  <w:style w:type="paragraph" w:styleId="Intestazione">
    <w:name w:val="header"/>
    <w:basedOn w:val="Normale"/>
    <w:link w:val="Intestazione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8BE"/>
  </w:style>
  <w:style w:type="paragraph" w:styleId="Pidipagina">
    <w:name w:val="footer"/>
    <w:basedOn w:val="Normale"/>
    <w:link w:val="Pidipagina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8BE"/>
  </w:style>
  <w:style w:type="paragraph" w:styleId="Testofumetto">
    <w:name w:val="Balloon Text"/>
    <w:basedOn w:val="Normale"/>
    <w:link w:val="TestofumettoCarattere"/>
    <w:unhideWhenUsed/>
    <w:rsid w:val="001058BE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TestofumettoCarattere">
    <w:name w:val="Testo fumetto Carattere"/>
    <w:link w:val="Testofumetto"/>
    <w:rsid w:val="001058B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BF5421"/>
    <w:rPr>
      <w:smallCaps/>
      <w:spacing w:val="5"/>
      <w:sz w:val="36"/>
      <w:szCs w:val="36"/>
    </w:rPr>
  </w:style>
  <w:style w:type="character" w:customStyle="1" w:styleId="Titolo2Carattere">
    <w:name w:val="Titolo 2 Carattere"/>
    <w:link w:val="Titolo2"/>
    <w:uiPriority w:val="9"/>
    <w:semiHidden/>
    <w:rsid w:val="00BF5421"/>
    <w:rPr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F5421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F5421"/>
    <w:rPr>
      <w:b/>
      <w:bCs/>
      <w:spacing w:val="5"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BF5421"/>
    <w:rPr>
      <w:i/>
      <w:iCs/>
      <w:sz w:val="24"/>
      <w:szCs w:val="24"/>
    </w:rPr>
  </w:style>
  <w:style w:type="character" w:customStyle="1" w:styleId="Titolo6Carattere">
    <w:name w:val="Titolo 6 Carattere"/>
    <w:link w:val="Titolo6"/>
    <w:uiPriority w:val="9"/>
    <w:semiHidden/>
    <w:rsid w:val="00BF5421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link w:val="Titolo7"/>
    <w:uiPriority w:val="9"/>
    <w:semiHidden/>
    <w:rsid w:val="00BF5421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link w:val="Titolo8"/>
    <w:uiPriority w:val="9"/>
    <w:semiHidden/>
    <w:rsid w:val="00BF5421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BF5421"/>
    <w:rPr>
      <w:b/>
      <w:bCs/>
      <w:i/>
      <w:iCs/>
      <w:color w:val="7F7F7F"/>
      <w:sz w:val="18"/>
      <w:szCs w:val="18"/>
    </w:rPr>
  </w:style>
  <w:style w:type="paragraph" w:styleId="Didascalia">
    <w:name w:val="caption"/>
    <w:basedOn w:val="Normale"/>
    <w:next w:val="Normale"/>
    <w:uiPriority w:val="35"/>
    <w:qFormat/>
    <w:rsid w:val="00BF5421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5421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TitoloCarattere">
    <w:name w:val="Titolo Carattere"/>
    <w:link w:val="Titolo"/>
    <w:uiPriority w:val="10"/>
    <w:rsid w:val="00BF5421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5421"/>
    <w:rPr>
      <w:i/>
      <w:iCs/>
      <w:smallCaps/>
      <w:spacing w:val="10"/>
      <w:sz w:val="28"/>
      <w:szCs w:val="28"/>
      <w:lang w:bidi="ar-SA"/>
    </w:rPr>
  </w:style>
  <w:style w:type="character" w:customStyle="1" w:styleId="SottotitoloCarattere">
    <w:name w:val="Sottotitolo Carattere"/>
    <w:link w:val="Sottotitolo"/>
    <w:uiPriority w:val="11"/>
    <w:rsid w:val="00BF5421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BF5421"/>
    <w:rPr>
      <w:b/>
      <w:bCs/>
    </w:rPr>
  </w:style>
  <w:style w:type="character" w:styleId="Enfasicorsivo">
    <w:name w:val="Emphasis"/>
    <w:qFormat/>
    <w:rsid w:val="00BF5421"/>
    <w:rPr>
      <w:b/>
      <w:bCs/>
      <w:i/>
      <w:iCs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BF5421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F5421"/>
  </w:style>
  <w:style w:type="paragraph" w:styleId="Paragrafoelenco">
    <w:name w:val="List Paragraph"/>
    <w:aliases w:val="normal"/>
    <w:basedOn w:val="Normale"/>
    <w:link w:val="ParagrafoelencoCarattere"/>
    <w:uiPriority w:val="34"/>
    <w:qFormat/>
    <w:rsid w:val="00BF542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F5421"/>
    <w:rPr>
      <w:i/>
      <w:iCs/>
      <w:sz w:val="20"/>
      <w:szCs w:val="20"/>
      <w:lang w:bidi="ar-SA"/>
    </w:rPr>
  </w:style>
  <w:style w:type="character" w:customStyle="1" w:styleId="CitazioneCarattere">
    <w:name w:val="Citazione Carattere"/>
    <w:link w:val="Citazione"/>
    <w:uiPriority w:val="29"/>
    <w:rsid w:val="00BF5421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54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CitazioneintensaCarattere">
    <w:name w:val="Citazione intensa Carattere"/>
    <w:link w:val="Citazioneintensa"/>
    <w:uiPriority w:val="30"/>
    <w:rsid w:val="00BF5421"/>
    <w:rPr>
      <w:i/>
      <w:iCs/>
    </w:rPr>
  </w:style>
  <w:style w:type="character" w:styleId="Enfasidelicata">
    <w:name w:val="Subtle Emphasis"/>
    <w:uiPriority w:val="19"/>
    <w:qFormat/>
    <w:rsid w:val="00BF5421"/>
    <w:rPr>
      <w:i/>
      <w:iCs/>
    </w:rPr>
  </w:style>
  <w:style w:type="character" w:styleId="Enfasiintensa">
    <w:name w:val="Intense Emphasis"/>
    <w:uiPriority w:val="21"/>
    <w:qFormat/>
    <w:rsid w:val="00BF5421"/>
    <w:rPr>
      <w:b/>
      <w:bCs/>
      <w:i/>
      <w:iCs/>
    </w:rPr>
  </w:style>
  <w:style w:type="character" w:styleId="Riferimentodelicato">
    <w:name w:val="Subtle Reference"/>
    <w:uiPriority w:val="31"/>
    <w:qFormat/>
    <w:rsid w:val="00BF5421"/>
    <w:rPr>
      <w:smallCaps/>
    </w:rPr>
  </w:style>
  <w:style w:type="character" w:styleId="Riferimentointenso">
    <w:name w:val="Intense Reference"/>
    <w:uiPriority w:val="32"/>
    <w:qFormat/>
    <w:rsid w:val="00BF5421"/>
    <w:rPr>
      <w:b/>
      <w:bCs/>
      <w:smallCaps/>
    </w:rPr>
  </w:style>
  <w:style w:type="character" w:styleId="Titolodellibro">
    <w:name w:val="Book Title"/>
    <w:uiPriority w:val="33"/>
    <w:qFormat/>
    <w:rsid w:val="00BF5421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qFormat/>
    <w:rsid w:val="00BF5421"/>
    <w:pPr>
      <w:outlineLvl w:val="9"/>
    </w:pPr>
  </w:style>
  <w:style w:type="character" w:styleId="Collegamentoipertestuale">
    <w:name w:val="Hyperlink"/>
    <w:uiPriority w:val="99"/>
    <w:unhideWhenUsed/>
    <w:rsid w:val="00BF5421"/>
    <w:rPr>
      <w:color w:val="0000FF"/>
      <w:u w:val="single"/>
    </w:rPr>
  </w:style>
  <w:style w:type="numbering" w:customStyle="1" w:styleId="Nessunelenco1">
    <w:name w:val="Nessun elenco1"/>
    <w:next w:val="Nessunelenco"/>
    <w:semiHidden/>
    <w:unhideWhenUsed/>
    <w:rsid w:val="00264A1F"/>
  </w:style>
  <w:style w:type="character" w:customStyle="1" w:styleId="CarattereCarattere1">
    <w:name w:val="Carattere Carattere1"/>
    <w:locked/>
    <w:rsid w:val="00264A1F"/>
    <w:rPr>
      <w:rFonts w:cs="Times New Roman"/>
    </w:rPr>
  </w:style>
  <w:style w:type="character" w:customStyle="1" w:styleId="CarattereCarattere">
    <w:name w:val="Carattere Carattere"/>
    <w:locked/>
    <w:rsid w:val="00264A1F"/>
    <w:rPr>
      <w:rFonts w:cs="Times New Roman"/>
    </w:rPr>
  </w:style>
  <w:style w:type="character" w:customStyle="1" w:styleId="tw4winMark">
    <w:name w:val="tw4winMark"/>
    <w:rsid w:val="00264A1F"/>
    <w:rPr>
      <w:rFonts w:ascii="Courier New" w:hAnsi="Courier New"/>
      <w:vanish/>
      <w:color w:val="800080"/>
      <w:sz w:val="24"/>
      <w:vertAlign w:val="subscript"/>
    </w:rPr>
  </w:style>
  <w:style w:type="character" w:customStyle="1" w:styleId="hps">
    <w:name w:val="hps"/>
    <w:rsid w:val="00264A1F"/>
    <w:rPr>
      <w:rFonts w:cs="Times New Roman"/>
    </w:rPr>
  </w:style>
  <w:style w:type="character" w:customStyle="1" w:styleId="hpsatn">
    <w:name w:val="hps atn"/>
    <w:rsid w:val="00264A1F"/>
    <w:rPr>
      <w:rFonts w:cs="Times New Roman"/>
    </w:rPr>
  </w:style>
  <w:style w:type="character" w:customStyle="1" w:styleId="hpsalt-edited">
    <w:name w:val="hps alt-edited"/>
    <w:rsid w:val="00264A1F"/>
    <w:rPr>
      <w:rFonts w:cs="Times New Roman"/>
    </w:rPr>
  </w:style>
  <w:style w:type="character" w:customStyle="1" w:styleId="atn">
    <w:name w:val="atn"/>
    <w:rsid w:val="00264A1F"/>
    <w:rPr>
      <w:rFonts w:cs="Times New Roman"/>
    </w:rPr>
  </w:style>
  <w:style w:type="character" w:customStyle="1" w:styleId="alt-edited">
    <w:name w:val="alt-edited"/>
    <w:rsid w:val="00264A1F"/>
    <w:rPr>
      <w:rFonts w:cs="Times New Roman"/>
    </w:rPr>
  </w:style>
  <w:style w:type="character" w:customStyle="1" w:styleId="shorttext">
    <w:name w:val="short_text"/>
    <w:rsid w:val="00264A1F"/>
    <w:rPr>
      <w:rFonts w:cs="Times New Roman"/>
    </w:rPr>
  </w:style>
  <w:style w:type="character" w:customStyle="1" w:styleId="tw4winError">
    <w:name w:val="tw4winError"/>
    <w:rsid w:val="00264A1F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264A1F"/>
    <w:rPr>
      <w:color w:val="0000FF"/>
    </w:rPr>
  </w:style>
  <w:style w:type="character" w:customStyle="1" w:styleId="tw4winPopup">
    <w:name w:val="tw4winPopup"/>
    <w:rsid w:val="00264A1F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264A1F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264A1F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264A1F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264A1F"/>
    <w:rPr>
      <w:rFonts w:ascii="Courier New" w:hAnsi="Courier New"/>
      <w:noProof/>
      <w:color w:val="800000"/>
    </w:rPr>
  </w:style>
  <w:style w:type="paragraph" w:styleId="NormaleWeb">
    <w:name w:val="Normal (Web)"/>
    <w:basedOn w:val="Normale"/>
    <w:uiPriority w:val="99"/>
    <w:unhideWhenUsed/>
    <w:rsid w:val="00B90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styleId="Testocommento">
    <w:name w:val="annotation text"/>
    <w:basedOn w:val="Normale"/>
    <w:link w:val="TestocommentoCarattere"/>
    <w:uiPriority w:val="99"/>
    <w:rsid w:val="00C95972"/>
    <w:pPr>
      <w:spacing w:after="0" w:line="240" w:lineRule="auto"/>
    </w:pPr>
    <w:rPr>
      <w:rFonts w:ascii="Times New Roman" w:hAnsi="Times New Roman"/>
      <w:sz w:val="20"/>
      <w:szCs w:val="20"/>
      <w:lang w:bidi="ar-SA"/>
    </w:rPr>
  </w:style>
  <w:style w:type="character" w:customStyle="1" w:styleId="TestocommentoCarattere">
    <w:name w:val="Testo commento Carattere"/>
    <w:link w:val="Testocommento"/>
    <w:uiPriority w:val="99"/>
    <w:rsid w:val="00C95972"/>
    <w:rPr>
      <w:rFonts w:ascii="Times New Roman" w:hAnsi="Times New Roman"/>
      <w:lang w:val="en-US" w:eastAsia="en-US"/>
    </w:rPr>
  </w:style>
  <w:style w:type="paragraph" w:customStyle="1" w:styleId="Body1">
    <w:name w:val="Body 1"/>
    <w:rsid w:val="00C95972"/>
    <w:rPr>
      <w:rFonts w:ascii="Helvetica" w:eastAsia="Arial Unicode MS" w:hAnsi="Helvetica"/>
      <w:color w:val="000000"/>
      <w:sz w:val="24"/>
      <w:lang w:val="en-US" w:eastAsia="en-US"/>
    </w:rPr>
  </w:style>
  <w:style w:type="character" w:customStyle="1" w:styleId="apple-converted-space">
    <w:name w:val="apple-converted-space"/>
    <w:rsid w:val="00C95972"/>
  </w:style>
  <w:style w:type="character" w:styleId="Collegamentovisitato">
    <w:name w:val="FollowedHyperlink"/>
    <w:uiPriority w:val="99"/>
    <w:semiHidden/>
    <w:unhideWhenUsed/>
    <w:rsid w:val="005626A8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A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EA45FE"/>
    <w:rPr>
      <w:rFonts w:ascii="Courier New" w:hAnsi="Courier New" w:cs="Courier New"/>
    </w:rPr>
  </w:style>
  <w:style w:type="paragraph" w:customStyle="1" w:styleId="Body">
    <w:name w:val="Body"/>
    <w:rsid w:val="00A03B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Cambria" w:cs="Cambria"/>
      <w:color w:val="000000"/>
      <w:sz w:val="24"/>
      <w:szCs w:val="24"/>
      <w:u w:color="000000"/>
      <w:bdr w:val="nil"/>
      <w:lang w:val="en-GB" w:eastAsia="en-GB"/>
    </w:rPr>
  </w:style>
  <w:style w:type="character" w:styleId="CitazioneHTML">
    <w:name w:val="HTML Cite"/>
    <w:uiPriority w:val="99"/>
    <w:semiHidden/>
    <w:unhideWhenUsed/>
    <w:rsid w:val="007665B3"/>
    <w:rPr>
      <w:i w:val="0"/>
      <w:iCs w:val="0"/>
      <w:color w:val="006621"/>
    </w:rPr>
  </w:style>
  <w:style w:type="table" w:styleId="Grigliatabella">
    <w:name w:val="Table Grid"/>
    <w:basedOn w:val="Tabellanormale"/>
    <w:rsid w:val="00F24AFD"/>
    <w:rPr>
      <w:rFonts w:eastAsia="Cambria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rsid w:val="00F24AF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24AFD"/>
    <w:rPr>
      <w:rFonts w:ascii="Cambria" w:eastAsia="Cambria" w:hAnsi="Cambria"/>
      <w:b/>
      <w:bCs/>
      <w:lang w:val="en-GB"/>
    </w:rPr>
  </w:style>
  <w:style w:type="character" w:customStyle="1" w:styleId="SoggettocommentoCarattere">
    <w:name w:val="Soggetto commento Carattere"/>
    <w:link w:val="Soggettocommento"/>
    <w:semiHidden/>
    <w:rsid w:val="00F24AFD"/>
    <w:rPr>
      <w:rFonts w:ascii="Times New Roman" w:eastAsia="Cambria" w:hAnsi="Times New Roman"/>
      <w:b/>
      <w:bCs/>
      <w:lang w:val="en-GB" w:eastAsia="en-US"/>
    </w:rPr>
  </w:style>
  <w:style w:type="paragraph" w:customStyle="1" w:styleId="BasicParagraph">
    <w:name w:val="[Basic Paragraph]"/>
    <w:basedOn w:val="Normale"/>
    <w:uiPriority w:val="99"/>
    <w:rsid w:val="00F24AFD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val="en-GB" w:bidi="ar-SA"/>
    </w:rPr>
  </w:style>
  <w:style w:type="paragraph" w:customStyle="1" w:styleId="Default">
    <w:name w:val="Default"/>
    <w:rsid w:val="00F24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oParagraphStyle">
    <w:name w:val="[No Paragraph Style]"/>
    <w:rsid w:val="00F24AF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val="en-GB"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F56AA5"/>
  </w:style>
  <w:style w:type="table" w:customStyle="1" w:styleId="Grigliatabella1">
    <w:name w:val="Griglia tabella1"/>
    <w:basedOn w:val="Tabellanormale"/>
    <w:next w:val="Grigliatabella"/>
    <w:rsid w:val="00F56AA5"/>
    <w:rPr>
      <w:rFonts w:eastAsia="Cambria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941B23"/>
  </w:style>
  <w:style w:type="paragraph" w:customStyle="1" w:styleId="BodyA">
    <w:name w:val="Body A"/>
    <w:rsid w:val="00F16E96"/>
    <w:rPr>
      <w:rFonts w:eastAsia="Cambria" w:cs="Cambria"/>
      <w:color w:val="000000"/>
      <w:sz w:val="24"/>
      <w:szCs w:val="24"/>
      <w:u w:color="000000"/>
      <w:lang w:val="en-GB" w:eastAsia="en-GB"/>
    </w:rPr>
  </w:style>
  <w:style w:type="paragraph" w:customStyle="1" w:styleId="Normal1">
    <w:name w:val="Normal1"/>
    <w:rsid w:val="00A3411A"/>
    <w:rPr>
      <w:rFonts w:ascii="Arial" w:eastAsia="Arial" w:hAnsi="Arial" w:cs="Arial"/>
      <w:color w:val="000000"/>
      <w:sz w:val="28"/>
      <w:szCs w:val="28"/>
      <w:lang w:val="en-GB" w:eastAsia="en-US"/>
    </w:rPr>
  </w:style>
  <w:style w:type="character" w:customStyle="1" w:styleId="ParagrafoelencoCarattere">
    <w:name w:val="Paragrafo elenco Carattere"/>
    <w:aliases w:val="normal Carattere"/>
    <w:link w:val="Paragrafoelenco"/>
    <w:uiPriority w:val="34"/>
    <w:rsid w:val="007C5D4C"/>
    <w:rPr>
      <w:sz w:val="22"/>
      <w:szCs w:val="22"/>
      <w:lang w:val="en-US" w:eastAsia="en-US" w:bidi="en-US"/>
    </w:rPr>
  </w:style>
  <w:style w:type="table" w:customStyle="1" w:styleId="Grigliatabella2">
    <w:name w:val="Griglia tabella2"/>
    <w:basedOn w:val="Tabellanormale"/>
    <w:next w:val="Grigliatabella"/>
    <w:rsid w:val="00900C99"/>
    <w:rPr>
      <w:rFonts w:eastAsia="Cambria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6970047006001341774gmail-m4195741114681837845s1">
    <w:name w:val="m_6970047006001341774gmail-m_4195741114681837845s1"/>
    <w:basedOn w:val="Carpredefinitoparagrafo"/>
    <w:rsid w:val="00532003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75BC"/>
    <w:pPr>
      <w:spacing w:after="0" w:line="240" w:lineRule="auto"/>
    </w:pPr>
    <w:rPr>
      <w:rFonts w:ascii="Calibri" w:eastAsia="Calibri" w:hAnsi="Calibri" w:cs="Calibri"/>
      <w:sz w:val="20"/>
      <w:szCs w:val="20"/>
      <w:lang w:val="en-GB" w:eastAsia="en-GB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B75BC"/>
    <w:rPr>
      <w:rFonts w:ascii="Calibri" w:eastAsia="Calibri" w:hAnsi="Calibri" w:cs="Calibri"/>
      <w:lang w:val="en-GB" w:eastAsia="en-GB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75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3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9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881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9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8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4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2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738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39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0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45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2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8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2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a.jagua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ncipale\Desktop\PROVE%20CARTA\BOZZE%20ALE\JAG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CF9CC-789C-4AFD-8738-036FAB88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JAG2.dotx</Template>
  <TotalTime>67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JAGUAR ITALIA Spa - Viale Alessandro Marchetti, 105 – 00148 Roma</vt:lpstr>
    </vt:vector>
  </TitlesOfParts>
  <Company>Toshiba</Company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JAGUAR ITALIA Spa - Viale Alessandro Marchetti, 105 – 00148 Roma</dc:title>
  <dc:creator>Principale;Paolo Nerico</dc:creator>
  <cp:lastModifiedBy>Carta, Cinzia (C.)</cp:lastModifiedBy>
  <cp:revision>88</cp:revision>
  <cp:lastPrinted>2019-10-21T09:04:00Z</cp:lastPrinted>
  <dcterms:created xsi:type="dcterms:W3CDTF">2019-10-21T08:03:00Z</dcterms:created>
  <dcterms:modified xsi:type="dcterms:W3CDTF">2019-10-21T09:39:00Z</dcterms:modified>
</cp:coreProperties>
</file>